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3E6C3" w14:textId="77777777" w:rsidR="00C15B68" w:rsidRPr="005D57E6" w:rsidRDefault="00C15B68" w:rsidP="00C15B6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5D57E6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0C8B85C" w14:textId="77777777" w:rsidR="00C15B68" w:rsidRPr="005D57E6" w:rsidRDefault="00C15B68" w:rsidP="00117E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F555C18" w14:textId="77777777" w:rsidR="00C15B68" w:rsidRPr="005D57E6" w:rsidRDefault="00C15B68" w:rsidP="00117E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8BAC0CF" w14:textId="77777777" w:rsidR="0085747A" w:rsidRPr="005D57E6" w:rsidRDefault="0085747A" w:rsidP="00117E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D57E6">
        <w:rPr>
          <w:rFonts w:ascii="Corbel" w:hAnsi="Corbel"/>
          <w:b/>
          <w:smallCaps/>
          <w:sz w:val="24"/>
          <w:szCs w:val="24"/>
        </w:rPr>
        <w:t>SYLABUS</w:t>
      </w:r>
    </w:p>
    <w:p w14:paraId="2F83C477" w14:textId="0FDD7DAC" w:rsidR="0085747A" w:rsidRPr="005D57E6" w:rsidRDefault="0071620A" w:rsidP="002D082A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5D57E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D57E6">
        <w:rPr>
          <w:rFonts w:ascii="Corbel" w:hAnsi="Corbel"/>
          <w:smallCaps/>
          <w:sz w:val="24"/>
          <w:szCs w:val="24"/>
        </w:rPr>
        <w:t xml:space="preserve"> </w:t>
      </w:r>
      <w:r w:rsidR="002D082A" w:rsidRPr="005D57E6">
        <w:rPr>
          <w:rFonts w:ascii="Corbel" w:hAnsi="Corbel"/>
          <w:b/>
          <w:smallCaps/>
          <w:sz w:val="24"/>
          <w:szCs w:val="24"/>
        </w:rPr>
        <w:t>202</w:t>
      </w:r>
      <w:r w:rsidR="005D57E6" w:rsidRPr="005D57E6">
        <w:rPr>
          <w:rFonts w:ascii="Corbel" w:hAnsi="Corbel"/>
          <w:b/>
          <w:smallCaps/>
          <w:sz w:val="24"/>
          <w:szCs w:val="24"/>
        </w:rPr>
        <w:t>5</w:t>
      </w:r>
      <w:r w:rsidR="002D082A" w:rsidRPr="005D57E6">
        <w:rPr>
          <w:rFonts w:ascii="Corbel" w:hAnsi="Corbel"/>
          <w:b/>
          <w:smallCaps/>
          <w:sz w:val="24"/>
          <w:szCs w:val="24"/>
        </w:rPr>
        <w:t>-20</w:t>
      </w:r>
      <w:r w:rsidR="005D57E6" w:rsidRPr="005D57E6">
        <w:rPr>
          <w:rFonts w:ascii="Corbel" w:hAnsi="Corbel"/>
          <w:b/>
          <w:smallCaps/>
          <w:sz w:val="24"/>
          <w:szCs w:val="24"/>
        </w:rPr>
        <w:t>30</w:t>
      </w:r>
    </w:p>
    <w:p w14:paraId="6D14E3D1" w14:textId="53096514" w:rsidR="00445970" w:rsidRPr="005D57E6" w:rsidRDefault="00445970" w:rsidP="00117E7D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5D57E6">
        <w:rPr>
          <w:rFonts w:ascii="Corbel" w:hAnsi="Corbel"/>
          <w:sz w:val="24"/>
          <w:szCs w:val="24"/>
        </w:rPr>
        <w:t>R</w:t>
      </w:r>
      <w:r w:rsidR="0061426A" w:rsidRPr="005D57E6">
        <w:rPr>
          <w:rFonts w:ascii="Corbel" w:hAnsi="Corbel"/>
          <w:sz w:val="24"/>
          <w:szCs w:val="24"/>
        </w:rPr>
        <w:t xml:space="preserve">ok akademicki   </w:t>
      </w:r>
      <w:r w:rsidR="00117E7D" w:rsidRPr="005D57E6">
        <w:rPr>
          <w:rFonts w:ascii="Corbel" w:hAnsi="Corbel"/>
          <w:b/>
          <w:sz w:val="24"/>
          <w:szCs w:val="24"/>
        </w:rPr>
        <w:t>202</w:t>
      </w:r>
      <w:r w:rsidR="005D57E6" w:rsidRPr="005D57E6">
        <w:rPr>
          <w:rFonts w:ascii="Corbel" w:hAnsi="Corbel"/>
          <w:b/>
          <w:sz w:val="24"/>
          <w:szCs w:val="24"/>
        </w:rPr>
        <w:t>6</w:t>
      </w:r>
      <w:r w:rsidR="00117E7D" w:rsidRPr="005D57E6">
        <w:rPr>
          <w:rFonts w:ascii="Corbel" w:hAnsi="Corbel"/>
          <w:b/>
          <w:sz w:val="24"/>
          <w:szCs w:val="24"/>
        </w:rPr>
        <w:t>/202</w:t>
      </w:r>
      <w:r w:rsidR="005D57E6" w:rsidRPr="005D57E6">
        <w:rPr>
          <w:rFonts w:ascii="Corbel" w:hAnsi="Corbel"/>
          <w:b/>
          <w:sz w:val="24"/>
          <w:szCs w:val="24"/>
        </w:rPr>
        <w:t>7</w:t>
      </w:r>
    </w:p>
    <w:p w14:paraId="5574B9EB" w14:textId="77777777" w:rsidR="0085747A" w:rsidRPr="005D57E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0D42E9" w14:textId="77777777" w:rsidR="0085747A" w:rsidRPr="005D57E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7E6">
        <w:rPr>
          <w:rFonts w:ascii="Corbel" w:hAnsi="Corbel"/>
          <w:szCs w:val="24"/>
        </w:rPr>
        <w:t xml:space="preserve">1. </w:t>
      </w:r>
      <w:r w:rsidR="0085747A" w:rsidRPr="005D57E6">
        <w:rPr>
          <w:rFonts w:ascii="Corbel" w:hAnsi="Corbel"/>
          <w:szCs w:val="24"/>
        </w:rPr>
        <w:t xml:space="preserve">Podstawowe </w:t>
      </w:r>
      <w:r w:rsidR="00445970" w:rsidRPr="005D57E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6EE2" w:rsidRPr="005D57E6" w14:paraId="6CB3C179" w14:textId="77777777" w:rsidTr="00B819C8">
        <w:tc>
          <w:tcPr>
            <w:tcW w:w="2694" w:type="dxa"/>
            <w:vAlign w:val="center"/>
          </w:tcPr>
          <w:p w14:paraId="69CCDCFA" w14:textId="77777777" w:rsidR="0085747A" w:rsidRPr="005D57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46583B" w14:textId="77777777" w:rsidR="0085747A" w:rsidRPr="005D57E6" w:rsidRDefault="00117E7D" w:rsidP="004E602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61426A" w:rsidRPr="005D57E6">
              <w:rPr>
                <w:rFonts w:ascii="Corbel" w:hAnsi="Corbel"/>
                <w:color w:val="auto"/>
                <w:sz w:val="24"/>
                <w:szCs w:val="24"/>
              </w:rPr>
              <w:t>r</w:t>
            </w:r>
            <w:r w:rsidR="004D4B79" w:rsidRPr="005D57E6">
              <w:rPr>
                <w:rFonts w:ascii="Corbel" w:hAnsi="Corbel"/>
                <w:color w:val="auto"/>
                <w:sz w:val="24"/>
                <w:szCs w:val="24"/>
              </w:rPr>
              <w:t>aktyki zawodowe</w:t>
            </w:r>
            <w:r w:rsidR="007A059E" w:rsidRPr="005D57E6">
              <w:rPr>
                <w:rFonts w:ascii="Corbel" w:hAnsi="Corbel"/>
                <w:color w:val="auto"/>
                <w:sz w:val="24"/>
                <w:szCs w:val="24"/>
              </w:rPr>
              <w:t>, moduł B.3.</w:t>
            </w:r>
          </w:p>
        </w:tc>
      </w:tr>
      <w:tr w:rsidR="00806EE2" w:rsidRPr="005D57E6" w14:paraId="24791F1D" w14:textId="77777777" w:rsidTr="00B819C8">
        <w:tc>
          <w:tcPr>
            <w:tcW w:w="2694" w:type="dxa"/>
            <w:vAlign w:val="center"/>
          </w:tcPr>
          <w:p w14:paraId="47122A7B" w14:textId="77777777" w:rsidR="0085747A" w:rsidRPr="005D57E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D57E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47D56" w14:textId="7D0DE61C" w:rsidR="0085747A" w:rsidRPr="005D57E6" w:rsidRDefault="00461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806EE2" w:rsidRPr="005D57E6" w14:paraId="5EE13F27" w14:textId="77777777" w:rsidTr="00B819C8">
        <w:tc>
          <w:tcPr>
            <w:tcW w:w="2694" w:type="dxa"/>
            <w:vAlign w:val="center"/>
          </w:tcPr>
          <w:p w14:paraId="55AB7154" w14:textId="77777777" w:rsidR="0085747A" w:rsidRPr="005D57E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D57E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277C88" w14:textId="785DBBE9" w:rsidR="0085747A" w:rsidRPr="005D57E6" w:rsidRDefault="00461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61E06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06EE2" w:rsidRPr="005D57E6" w14:paraId="78F801EE" w14:textId="77777777" w:rsidTr="00B819C8">
        <w:tc>
          <w:tcPr>
            <w:tcW w:w="2694" w:type="dxa"/>
            <w:vAlign w:val="center"/>
          </w:tcPr>
          <w:p w14:paraId="02409B88" w14:textId="77777777" w:rsidR="0085747A" w:rsidRPr="005D57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B5427" w14:textId="77777777" w:rsidR="0085747A" w:rsidRPr="005D57E6" w:rsidRDefault="004D4B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06EE2" w:rsidRPr="005D57E6" w14:paraId="755CF7B3" w14:textId="77777777" w:rsidTr="00B819C8">
        <w:tc>
          <w:tcPr>
            <w:tcW w:w="2694" w:type="dxa"/>
            <w:vAlign w:val="center"/>
          </w:tcPr>
          <w:p w14:paraId="5D6F0D46" w14:textId="77777777" w:rsidR="0085747A" w:rsidRPr="005D57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5D10DF" w14:textId="77777777" w:rsidR="0085747A" w:rsidRPr="005D57E6" w:rsidRDefault="00117E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1426A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</w:t>
            </w: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ka s</w:t>
            </w:r>
            <w:r w:rsidR="004D4B79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pecjalna</w:t>
            </w:r>
          </w:p>
        </w:tc>
      </w:tr>
      <w:tr w:rsidR="00806EE2" w:rsidRPr="005D57E6" w14:paraId="3E03F4DA" w14:textId="77777777" w:rsidTr="00B819C8">
        <w:tc>
          <w:tcPr>
            <w:tcW w:w="2694" w:type="dxa"/>
            <w:vAlign w:val="center"/>
          </w:tcPr>
          <w:p w14:paraId="0A97932E" w14:textId="77777777" w:rsidR="0085747A" w:rsidRPr="005D57E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F5F6A4" w14:textId="77777777" w:rsidR="0085747A" w:rsidRPr="005D57E6" w:rsidRDefault="00117E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61426A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ednolite </w:t>
            </w: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61426A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06EE2" w:rsidRPr="005D57E6" w14:paraId="50360CD2" w14:textId="77777777" w:rsidTr="00B819C8">
        <w:tc>
          <w:tcPr>
            <w:tcW w:w="2694" w:type="dxa"/>
            <w:vAlign w:val="center"/>
          </w:tcPr>
          <w:p w14:paraId="38D53207" w14:textId="77777777" w:rsidR="0085747A" w:rsidRPr="005D57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ED006C" w14:textId="77777777" w:rsidR="0085747A" w:rsidRPr="005D57E6" w:rsidRDefault="00117E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1426A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806EE2" w:rsidRPr="005D57E6" w14:paraId="21E2EB1D" w14:textId="77777777" w:rsidTr="00B819C8">
        <w:tc>
          <w:tcPr>
            <w:tcW w:w="2694" w:type="dxa"/>
            <w:vAlign w:val="center"/>
          </w:tcPr>
          <w:p w14:paraId="4496A91C" w14:textId="77777777" w:rsidR="0085747A" w:rsidRPr="005D57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E26253" w14:textId="44EEC526" w:rsidR="0085747A" w:rsidRPr="005D57E6" w:rsidRDefault="00484D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84DC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06EE2" w:rsidRPr="005D57E6" w14:paraId="4D65E2D3" w14:textId="77777777" w:rsidTr="00B819C8">
        <w:tc>
          <w:tcPr>
            <w:tcW w:w="2694" w:type="dxa"/>
            <w:vAlign w:val="center"/>
          </w:tcPr>
          <w:p w14:paraId="19626CA9" w14:textId="77777777" w:rsidR="0085747A" w:rsidRPr="005D57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D57E6">
              <w:rPr>
                <w:rFonts w:ascii="Corbel" w:hAnsi="Corbel"/>
                <w:sz w:val="24"/>
                <w:szCs w:val="24"/>
              </w:rPr>
              <w:t>/y</w:t>
            </w:r>
            <w:r w:rsidRPr="005D57E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FEF60EA" w14:textId="77777777" w:rsidR="0085747A" w:rsidRPr="005D57E6" w:rsidRDefault="00117E7D" w:rsidP="00117E7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rok, 3 </w:t>
            </w:r>
            <w:r w:rsidR="00D82076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806EE2" w:rsidRPr="005D57E6" w14:paraId="4A29649D" w14:textId="77777777" w:rsidTr="00B819C8">
        <w:tc>
          <w:tcPr>
            <w:tcW w:w="2694" w:type="dxa"/>
            <w:vAlign w:val="center"/>
          </w:tcPr>
          <w:p w14:paraId="58BB8F31" w14:textId="77777777" w:rsidR="0085747A" w:rsidRPr="005D57E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714323" w14:textId="77777777" w:rsidR="0085747A" w:rsidRPr="005D57E6" w:rsidRDefault="00117E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B. Przygotowanie psychologiczno-pedagogiczne, Moduł B.3. Praktyki zawodowe</w:t>
            </w:r>
          </w:p>
        </w:tc>
      </w:tr>
      <w:tr w:rsidR="00806EE2" w:rsidRPr="005D57E6" w14:paraId="60A79BC5" w14:textId="77777777" w:rsidTr="00B819C8">
        <w:tc>
          <w:tcPr>
            <w:tcW w:w="2694" w:type="dxa"/>
            <w:vAlign w:val="center"/>
          </w:tcPr>
          <w:p w14:paraId="3105BF24" w14:textId="77777777" w:rsidR="00923D7D" w:rsidRPr="005D57E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29554" w14:textId="77777777" w:rsidR="00923D7D" w:rsidRPr="005D57E6" w:rsidRDefault="00117E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806EE2" w:rsidRPr="005D57E6" w14:paraId="7F72B68F" w14:textId="77777777" w:rsidTr="00B819C8">
        <w:tc>
          <w:tcPr>
            <w:tcW w:w="2694" w:type="dxa"/>
            <w:vAlign w:val="center"/>
          </w:tcPr>
          <w:p w14:paraId="190FAFC2" w14:textId="77777777" w:rsidR="00117E7D" w:rsidRPr="005D57E6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D65B21" w14:textId="086B8B46" w:rsidR="00117E7D" w:rsidRPr="005D57E6" w:rsidRDefault="005D57E6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17E7D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Joanna Leśniak</w:t>
            </w:r>
            <w:r w:rsidR="00117E7D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06EE2" w:rsidRPr="005D57E6" w14:paraId="1EDB3F6C" w14:textId="77777777" w:rsidTr="00B819C8">
        <w:tc>
          <w:tcPr>
            <w:tcW w:w="2694" w:type="dxa"/>
            <w:vAlign w:val="center"/>
          </w:tcPr>
          <w:p w14:paraId="6ED28747" w14:textId="77777777" w:rsidR="00117E7D" w:rsidRPr="005D57E6" w:rsidRDefault="00117E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9CAE66" w14:textId="0C25C30C" w:rsidR="00117E7D" w:rsidRPr="005D57E6" w:rsidRDefault="00117E7D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86C0A" w:rsidRPr="005D57E6">
              <w:rPr>
                <w:rFonts w:ascii="Corbel" w:hAnsi="Corbel"/>
                <w:b w:val="0"/>
                <w:color w:val="auto"/>
                <w:sz w:val="24"/>
                <w:szCs w:val="24"/>
              </w:rPr>
              <w:t>Joanna Leśniak</w:t>
            </w:r>
          </w:p>
        </w:tc>
      </w:tr>
    </w:tbl>
    <w:p w14:paraId="5704C6D9" w14:textId="392EE0BC" w:rsidR="00923D7D" w:rsidRPr="005D57E6" w:rsidRDefault="0085747A" w:rsidP="00B2192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D57E6">
        <w:rPr>
          <w:rFonts w:ascii="Corbel" w:hAnsi="Corbel"/>
          <w:sz w:val="24"/>
          <w:szCs w:val="24"/>
        </w:rPr>
        <w:t xml:space="preserve">* </w:t>
      </w:r>
      <w:r w:rsidRPr="005D57E6">
        <w:rPr>
          <w:rFonts w:ascii="Corbel" w:hAnsi="Corbel"/>
          <w:i/>
          <w:sz w:val="24"/>
          <w:szCs w:val="24"/>
        </w:rPr>
        <w:t>-</w:t>
      </w:r>
      <w:r w:rsidR="00B90885" w:rsidRPr="005D57E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D57E6">
        <w:rPr>
          <w:rFonts w:ascii="Corbel" w:hAnsi="Corbel"/>
          <w:b w:val="0"/>
          <w:sz w:val="24"/>
          <w:szCs w:val="24"/>
        </w:rPr>
        <w:t>e,</w:t>
      </w:r>
      <w:r w:rsidRPr="005D57E6">
        <w:rPr>
          <w:rFonts w:ascii="Corbel" w:hAnsi="Corbel"/>
          <w:i/>
          <w:sz w:val="24"/>
          <w:szCs w:val="24"/>
        </w:rPr>
        <w:t xml:space="preserve"> </w:t>
      </w:r>
      <w:r w:rsidRPr="005D57E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D57E6">
        <w:rPr>
          <w:rFonts w:ascii="Corbel" w:hAnsi="Corbel"/>
          <w:b w:val="0"/>
          <w:i/>
          <w:sz w:val="24"/>
          <w:szCs w:val="24"/>
        </w:rPr>
        <w:t>w Jednostce</w:t>
      </w:r>
    </w:p>
    <w:p w14:paraId="6D4D5B21" w14:textId="77777777" w:rsidR="00923D7D" w:rsidRPr="005D57E6" w:rsidRDefault="0085747A" w:rsidP="00117E7D">
      <w:pPr>
        <w:pStyle w:val="Podpunkty"/>
        <w:ind w:left="284"/>
        <w:rPr>
          <w:rFonts w:ascii="Corbel" w:hAnsi="Corbel"/>
          <w:sz w:val="24"/>
          <w:szCs w:val="24"/>
        </w:rPr>
      </w:pPr>
      <w:r w:rsidRPr="005D57E6">
        <w:rPr>
          <w:rFonts w:ascii="Corbel" w:hAnsi="Corbel"/>
          <w:sz w:val="24"/>
          <w:szCs w:val="24"/>
        </w:rPr>
        <w:t>1.</w:t>
      </w:r>
      <w:r w:rsidR="00E22FBC" w:rsidRPr="005D57E6">
        <w:rPr>
          <w:rFonts w:ascii="Corbel" w:hAnsi="Corbel"/>
          <w:sz w:val="24"/>
          <w:szCs w:val="24"/>
        </w:rPr>
        <w:t>1</w:t>
      </w:r>
      <w:r w:rsidRPr="005D57E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806EE2" w:rsidRPr="005D57E6" w14:paraId="1FDC1E2B" w14:textId="77777777" w:rsidTr="00117E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FB32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Semestr</w:t>
            </w:r>
          </w:p>
          <w:p w14:paraId="6C8A90E4" w14:textId="77777777" w:rsidR="00015B8F" w:rsidRPr="005D57E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(</w:t>
            </w:r>
            <w:r w:rsidR="00363F78" w:rsidRPr="005D57E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71F7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1E360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C121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CE27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8CBA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9E41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DFA1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1049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57E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9078" w14:textId="77777777" w:rsidR="00015B8F" w:rsidRPr="005D57E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D57E6">
              <w:rPr>
                <w:rFonts w:ascii="Corbel" w:hAnsi="Corbel"/>
                <w:b/>
                <w:szCs w:val="24"/>
              </w:rPr>
              <w:t>Liczba pkt</w:t>
            </w:r>
            <w:r w:rsidR="00B90885" w:rsidRPr="005D57E6">
              <w:rPr>
                <w:rFonts w:ascii="Corbel" w:hAnsi="Corbel"/>
                <w:b/>
                <w:szCs w:val="24"/>
              </w:rPr>
              <w:t>.</w:t>
            </w:r>
            <w:r w:rsidRPr="005D57E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D57E6" w14:paraId="24607AD7" w14:textId="77777777" w:rsidTr="00117E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118A" w14:textId="77777777" w:rsidR="00015B8F" w:rsidRPr="005D57E6" w:rsidRDefault="00D820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C4A2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4B1A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EC88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C6D8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111A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066E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B10E" w14:textId="77777777" w:rsidR="00015B8F" w:rsidRPr="005D57E6" w:rsidRDefault="004D4B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531C" w14:textId="77777777" w:rsidR="00015B8F" w:rsidRPr="005D57E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17BD" w14:textId="77777777" w:rsidR="00015B8F" w:rsidRPr="005D57E6" w:rsidRDefault="004D4B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554108" w14:textId="77777777" w:rsidR="00923D7D" w:rsidRPr="005D57E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0AEED4" w14:textId="77777777" w:rsidR="0085747A" w:rsidRPr="005D57E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>1.</w:t>
      </w:r>
      <w:r w:rsidR="00E22FBC" w:rsidRPr="005D57E6">
        <w:rPr>
          <w:rFonts w:ascii="Corbel" w:hAnsi="Corbel"/>
          <w:smallCaps w:val="0"/>
          <w:szCs w:val="24"/>
        </w:rPr>
        <w:t>2</w:t>
      </w:r>
      <w:r w:rsidR="00F83B28" w:rsidRPr="005D57E6">
        <w:rPr>
          <w:rFonts w:ascii="Corbel" w:hAnsi="Corbel"/>
          <w:smallCaps w:val="0"/>
          <w:szCs w:val="24"/>
        </w:rPr>
        <w:t>.</w:t>
      </w:r>
      <w:r w:rsidR="00F83B28" w:rsidRPr="005D57E6">
        <w:rPr>
          <w:rFonts w:ascii="Corbel" w:hAnsi="Corbel"/>
          <w:smallCaps w:val="0"/>
          <w:szCs w:val="24"/>
        </w:rPr>
        <w:tab/>
      </w:r>
      <w:r w:rsidRPr="005D57E6">
        <w:rPr>
          <w:rFonts w:ascii="Corbel" w:hAnsi="Corbel"/>
          <w:smallCaps w:val="0"/>
          <w:szCs w:val="24"/>
        </w:rPr>
        <w:t xml:space="preserve">Sposób realizacji zajęć  </w:t>
      </w:r>
    </w:p>
    <w:p w14:paraId="797940E9" w14:textId="77777777" w:rsidR="00117E7D" w:rsidRPr="005D57E6" w:rsidRDefault="00117E7D" w:rsidP="00117E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57E6">
        <w:rPr>
          <w:rFonts w:ascii="Corbel" w:eastAsia="MS Gothic" w:hAnsi="Corbel"/>
          <w:b w:val="0"/>
          <w:szCs w:val="24"/>
        </w:rPr>
        <w:sym w:font="Wingdings" w:char="F078"/>
      </w:r>
      <w:r w:rsidRPr="005D57E6">
        <w:rPr>
          <w:rFonts w:ascii="Corbel" w:eastAsia="MS Gothic" w:hAnsi="Corbel"/>
          <w:b w:val="0"/>
          <w:szCs w:val="24"/>
        </w:rPr>
        <w:t xml:space="preserve"> </w:t>
      </w:r>
      <w:r w:rsidRPr="005D57E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BBC1B43" w14:textId="77777777" w:rsidR="0085747A" w:rsidRPr="005D57E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D57E6">
        <w:rPr>
          <w:rFonts w:ascii="Segoe UI Symbol" w:eastAsia="MS Gothic" w:hAnsi="Segoe UI Symbol" w:cs="Segoe UI Symbol"/>
          <w:b w:val="0"/>
          <w:szCs w:val="24"/>
        </w:rPr>
        <w:t>☐</w:t>
      </w:r>
      <w:r w:rsidRPr="005D57E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A6EB37B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83CDE" w14:textId="77777777" w:rsidR="00E22FBC" w:rsidRPr="005D57E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 xml:space="preserve">1.3 </w:t>
      </w:r>
      <w:r w:rsidR="00F83B28" w:rsidRPr="005D57E6">
        <w:rPr>
          <w:rFonts w:ascii="Corbel" w:hAnsi="Corbel"/>
          <w:smallCaps w:val="0"/>
          <w:szCs w:val="24"/>
        </w:rPr>
        <w:tab/>
      </w:r>
      <w:r w:rsidRPr="005D57E6">
        <w:rPr>
          <w:rFonts w:ascii="Corbel" w:hAnsi="Corbel"/>
          <w:smallCaps w:val="0"/>
          <w:szCs w:val="24"/>
        </w:rPr>
        <w:t>For</w:t>
      </w:r>
      <w:r w:rsidR="00445970" w:rsidRPr="005D57E6">
        <w:rPr>
          <w:rFonts w:ascii="Corbel" w:hAnsi="Corbel"/>
          <w:smallCaps w:val="0"/>
          <w:szCs w:val="24"/>
        </w:rPr>
        <w:t xml:space="preserve">ma zaliczenia przedmiotu </w:t>
      </w:r>
      <w:r w:rsidRPr="005D57E6">
        <w:rPr>
          <w:rFonts w:ascii="Corbel" w:hAnsi="Corbel"/>
          <w:smallCaps w:val="0"/>
          <w:szCs w:val="24"/>
        </w:rPr>
        <w:t xml:space="preserve"> (z toku) </w:t>
      </w:r>
    </w:p>
    <w:p w14:paraId="3F73D98E" w14:textId="77777777" w:rsidR="00117E7D" w:rsidRPr="005D57E6" w:rsidRDefault="00117E7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ab/>
      </w:r>
      <w:r w:rsidRPr="005D57E6">
        <w:rPr>
          <w:rFonts w:ascii="Corbel" w:hAnsi="Corbel"/>
          <w:b w:val="0"/>
          <w:smallCaps w:val="0"/>
          <w:szCs w:val="24"/>
        </w:rPr>
        <w:t>praktyka zawodowa: zaliczenie z oceną</w:t>
      </w:r>
    </w:p>
    <w:p w14:paraId="460F76BA" w14:textId="77777777" w:rsidR="00E960BB" w:rsidRPr="005D57E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7E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D57E6" w14:paraId="7D70E85A" w14:textId="77777777" w:rsidTr="00745302">
        <w:tc>
          <w:tcPr>
            <w:tcW w:w="9670" w:type="dxa"/>
          </w:tcPr>
          <w:p w14:paraId="5A4AAA37" w14:textId="77777777" w:rsidR="0085747A" w:rsidRPr="005D57E6" w:rsidRDefault="00D82076" w:rsidP="00117E7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Od studenta wymaga się</w:t>
            </w:r>
            <w:r w:rsidR="0031135C"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wiedzy i umiejętności związanej z planowaniem i prowadzeniem zajęć dydaktyczno- wycho</w:t>
            </w:r>
            <w:r w:rsidR="004D4B79" w:rsidRPr="005D57E6">
              <w:rPr>
                <w:rFonts w:ascii="Corbel" w:hAnsi="Corbel"/>
                <w:b w:val="0"/>
                <w:smallCaps w:val="0"/>
                <w:szCs w:val="24"/>
              </w:rPr>
              <w:t>wawczych</w:t>
            </w:r>
            <w:r w:rsidR="0031135C" w:rsidRPr="005D57E6">
              <w:rPr>
                <w:rFonts w:ascii="Corbel" w:hAnsi="Corbel"/>
                <w:b w:val="0"/>
                <w:smallCaps w:val="0"/>
                <w:szCs w:val="24"/>
              </w:rPr>
              <w:t>; umiejętności</w:t>
            </w:r>
            <w:r w:rsidR="00117E7D"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komunikacji interpersonalnej; </w:t>
            </w:r>
            <w:r w:rsidR="0031135C" w:rsidRPr="005D57E6">
              <w:rPr>
                <w:rFonts w:ascii="Corbel" w:hAnsi="Corbel"/>
                <w:b w:val="0"/>
                <w:smallCaps w:val="0"/>
                <w:szCs w:val="24"/>
              </w:rPr>
              <w:t>poprawnego wyrażania się w języku ojczystym</w:t>
            </w:r>
            <w:r w:rsidR="00D807EC" w:rsidRPr="005D57E6">
              <w:rPr>
                <w:rFonts w:ascii="Corbel" w:hAnsi="Corbel"/>
                <w:b w:val="0"/>
                <w:smallCaps w:val="0"/>
                <w:szCs w:val="24"/>
              </w:rPr>
              <w:t>; rozumienia zja</w:t>
            </w:r>
            <w:r w:rsidR="00117E7D"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wisk wychowawczych w oparciu o </w:t>
            </w:r>
            <w:r w:rsidR="00D807EC" w:rsidRPr="005D57E6">
              <w:rPr>
                <w:rFonts w:ascii="Corbel" w:hAnsi="Corbel"/>
                <w:b w:val="0"/>
                <w:smallCaps w:val="0"/>
                <w:szCs w:val="24"/>
              </w:rPr>
              <w:t>wiedzę wyniesioną z przedmiotów obejmujących przygotowanie psychologiczno – pedagogiczne.</w:t>
            </w:r>
          </w:p>
        </w:tc>
      </w:tr>
    </w:tbl>
    <w:p w14:paraId="5349DB8B" w14:textId="77777777" w:rsidR="0085747A" w:rsidRPr="005D57E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D57E6">
        <w:rPr>
          <w:rFonts w:ascii="Corbel" w:hAnsi="Corbel"/>
          <w:szCs w:val="24"/>
        </w:rPr>
        <w:lastRenderedPageBreak/>
        <w:t>3.</w:t>
      </w:r>
      <w:r w:rsidR="0085747A" w:rsidRPr="005D57E6">
        <w:rPr>
          <w:rFonts w:ascii="Corbel" w:hAnsi="Corbel"/>
          <w:szCs w:val="24"/>
        </w:rPr>
        <w:t xml:space="preserve"> </w:t>
      </w:r>
      <w:r w:rsidR="00A84C85" w:rsidRPr="005D57E6">
        <w:rPr>
          <w:rFonts w:ascii="Corbel" w:hAnsi="Corbel"/>
          <w:szCs w:val="24"/>
        </w:rPr>
        <w:t>cele, efekty uczenia się</w:t>
      </w:r>
      <w:r w:rsidR="0085747A" w:rsidRPr="005D57E6">
        <w:rPr>
          <w:rFonts w:ascii="Corbel" w:hAnsi="Corbel"/>
          <w:szCs w:val="24"/>
        </w:rPr>
        <w:t xml:space="preserve"> , treści Programowe i stosowane metody Dydaktyczne</w:t>
      </w:r>
    </w:p>
    <w:p w14:paraId="5378541D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3FB699" w14:textId="77777777" w:rsidR="00F83B28" w:rsidRPr="005D57E6" w:rsidRDefault="0071620A" w:rsidP="00117E7D">
      <w:pPr>
        <w:pStyle w:val="Podpunkty"/>
        <w:rPr>
          <w:rFonts w:ascii="Corbel" w:hAnsi="Corbel"/>
          <w:sz w:val="24"/>
          <w:szCs w:val="24"/>
        </w:rPr>
      </w:pPr>
      <w:r w:rsidRPr="005D57E6">
        <w:rPr>
          <w:rFonts w:ascii="Corbel" w:hAnsi="Corbel"/>
          <w:sz w:val="24"/>
          <w:szCs w:val="24"/>
        </w:rPr>
        <w:t xml:space="preserve">3.1 </w:t>
      </w:r>
      <w:r w:rsidR="00C05F44" w:rsidRPr="005D57E6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06EE2" w:rsidRPr="005D57E6" w14:paraId="6AEBBC15" w14:textId="77777777" w:rsidTr="00923D7D">
        <w:tc>
          <w:tcPr>
            <w:tcW w:w="851" w:type="dxa"/>
            <w:vAlign w:val="center"/>
          </w:tcPr>
          <w:p w14:paraId="094CF22A" w14:textId="77777777" w:rsidR="0085747A" w:rsidRPr="005D57E6" w:rsidRDefault="0085747A" w:rsidP="00117E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7F2DBEB" w14:textId="77777777" w:rsidR="0085747A" w:rsidRPr="005D57E6" w:rsidRDefault="00F259E1" w:rsidP="00117E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sz w:val="24"/>
                <w:szCs w:val="24"/>
              </w:rPr>
              <w:t>Praktyczne przygotowanie studentów do wykonywani</w:t>
            </w:r>
            <w:r w:rsidR="004D4B79" w:rsidRPr="005D57E6">
              <w:rPr>
                <w:rFonts w:ascii="Corbel" w:hAnsi="Corbel"/>
                <w:b w:val="0"/>
                <w:sz w:val="24"/>
                <w:szCs w:val="24"/>
              </w:rPr>
              <w:t xml:space="preserve">a zawodu nauczyciela </w:t>
            </w:r>
          </w:p>
        </w:tc>
      </w:tr>
      <w:tr w:rsidR="00806EE2" w:rsidRPr="005D57E6" w14:paraId="615DD7E6" w14:textId="77777777" w:rsidTr="00923D7D">
        <w:tc>
          <w:tcPr>
            <w:tcW w:w="851" w:type="dxa"/>
            <w:vAlign w:val="center"/>
          </w:tcPr>
          <w:p w14:paraId="709B592D" w14:textId="77777777" w:rsidR="00473513" w:rsidRPr="005D57E6" w:rsidRDefault="00473513" w:rsidP="00117E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B914C0" w14:textId="77777777" w:rsidR="00473513" w:rsidRPr="005D57E6" w:rsidRDefault="00473513" w:rsidP="00117E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4D4B79" w:rsidRPr="005D57E6">
              <w:rPr>
                <w:rFonts w:ascii="Corbel" w:hAnsi="Corbel"/>
                <w:b w:val="0"/>
                <w:sz w:val="24"/>
                <w:szCs w:val="24"/>
              </w:rPr>
              <w:t>placówki przedszkolnej,</w:t>
            </w:r>
            <w:r w:rsidR="002B008B" w:rsidRPr="005D57E6">
              <w:rPr>
                <w:rFonts w:ascii="Corbel" w:hAnsi="Corbel"/>
                <w:b w:val="0"/>
                <w:sz w:val="24"/>
                <w:szCs w:val="24"/>
              </w:rPr>
              <w:t xml:space="preserve"> szkoły podstawowej </w:t>
            </w:r>
            <w:r w:rsidR="004D4B79" w:rsidRPr="005D57E6">
              <w:rPr>
                <w:rFonts w:ascii="Corbel" w:hAnsi="Corbel"/>
                <w:b w:val="0"/>
                <w:sz w:val="24"/>
                <w:szCs w:val="24"/>
              </w:rPr>
              <w:t xml:space="preserve">lub placówki systemu oświaty </w:t>
            </w:r>
            <w:r w:rsidR="002B008B" w:rsidRPr="005D57E6">
              <w:rPr>
                <w:rFonts w:ascii="Corbel" w:hAnsi="Corbel"/>
                <w:b w:val="0"/>
                <w:sz w:val="24"/>
                <w:szCs w:val="24"/>
              </w:rPr>
              <w:t>oraz metodycznymi zało</w:t>
            </w:r>
            <w:r w:rsidR="0019586C" w:rsidRPr="005D57E6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5D57E6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5D57E6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06EE2" w:rsidRPr="005D57E6" w14:paraId="3DC4C5EB" w14:textId="77777777" w:rsidTr="00923D7D">
        <w:tc>
          <w:tcPr>
            <w:tcW w:w="851" w:type="dxa"/>
            <w:vAlign w:val="center"/>
          </w:tcPr>
          <w:p w14:paraId="68307DB3" w14:textId="77777777" w:rsidR="0085747A" w:rsidRPr="005D57E6" w:rsidRDefault="00F259E1" w:rsidP="00117E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C</w:t>
            </w:r>
            <w:r w:rsidR="00473513" w:rsidRPr="005D57E6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753327E" w14:textId="77777777" w:rsidR="0085747A" w:rsidRPr="005D57E6" w:rsidRDefault="00F259E1" w:rsidP="00117E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sz w:val="24"/>
                <w:szCs w:val="24"/>
              </w:rPr>
              <w:t>Projektowanie i prowadzenie działań wychowawcz</w:t>
            </w:r>
            <w:r w:rsidR="004D4B79" w:rsidRPr="005D57E6">
              <w:rPr>
                <w:rFonts w:ascii="Corbel" w:hAnsi="Corbel"/>
                <w:b w:val="0"/>
                <w:sz w:val="24"/>
                <w:szCs w:val="24"/>
              </w:rPr>
              <w:t>ych i dydaktycznych w przedszkolu, szkole podstawowej lub w placówce systemu oświaty</w:t>
            </w:r>
          </w:p>
        </w:tc>
      </w:tr>
      <w:tr w:rsidR="00753202" w:rsidRPr="005D57E6" w14:paraId="07B6D9E6" w14:textId="77777777" w:rsidTr="00923D7D">
        <w:tc>
          <w:tcPr>
            <w:tcW w:w="851" w:type="dxa"/>
            <w:vAlign w:val="center"/>
          </w:tcPr>
          <w:p w14:paraId="40E9A069" w14:textId="77777777" w:rsidR="00753202" w:rsidRPr="005D57E6" w:rsidRDefault="00753202" w:rsidP="00117E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DBBC664" w14:textId="77777777" w:rsidR="00753202" w:rsidRPr="005D57E6" w:rsidRDefault="00753202" w:rsidP="00117E7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D57E6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i kompetencji studentów gwarantujących właściwe wykonywanie pracy nauczyciela </w:t>
            </w:r>
          </w:p>
        </w:tc>
      </w:tr>
    </w:tbl>
    <w:p w14:paraId="0CD211CB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0145ED" w14:textId="77777777" w:rsidR="001D7B54" w:rsidRPr="005D57E6" w:rsidRDefault="009F4610" w:rsidP="00117E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D57E6">
        <w:rPr>
          <w:rFonts w:ascii="Corbel" w:hAnsi="Corbel"/>
          <w:b/>
          <w:sz w:val="24"/>
          <w:szCs w:val="24"/>
        </w:rPr>
        <w:t xml:space="preserve">3.2 </w:t>
      </w:r>
      <w:r w:rsidR="001D7B54" w:rsidRPr="005D57E6">
        <w:rPr>
          <w:rFonts w:ascii="Corbel" w:hAnsi="Corbel"/>
          <w:b/>
          <w:sz w:val="24"/>
          <w:szCs w:val="24"/>
        </w:rPr>
        <w:t xml:space="preserve">Efekty </w:t>
      </w:r>
      <w:r w:rsidR="00C05F44" w:rsidRPr="005D57E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D57E6">
        <w:rPr>
          <w:rFonts w:ascii="Corbel" w:hAnsi="Corbel"/>
          <w:b/>
          <w:sz w:val="24"/>
          <w:szCs w:val="24"/>
        </w:rPr>
        <w:t>dla przedmiotu</w:t>
      </w:r>
      <w:r w:rsidR="00445970" w:rsidRPr="005D57E6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4784"/>
        <w:gridCol w:w="1785"/>
        <w:gridCol w:w="1709"/>
      </w:tblGrid>
      <w:tr w:rsidR="00806EE2" w:rsidRPr="005D57E6" w14:paraId="35FF373F" w14:textId="77777777" w:rsidTr="004B62C5">
        <w:tc>
          <w:tcPr>
            <w:tcW w:w="1472" w:type="dxa"/>
            <w:vAlign w:val="center"/>
          </w:tcPr>
          <w:p w14:paraId="35E4833E" w14:textId="77777777" w:rsidR="004B62C5" w:rsidRPr="005D57E6" w:rsidRDefault="004B62C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smallCaps w:val="0"/>
                <w:szCs w:val="24"/>
              </w:rPr>
              <w:t>EK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4805" w:type="dxa"/>
            <w:vAlign w:val="center"/>
          </w:tcPr>
          <w:p w14:paraId="1A8BBBF7" w14:textId="77777777" w:rsidR="004B62C5" w:rsidRPr="005D57E6" w:rsidRDefault="004B62C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86" w:type="dxa"/>
            <w:vAlign w:val="center"/>
          </w:tcPr>
          <w:p w14:paraId="7DB6AF6B" w14:textId="77777777" w:rsidR="004B62C5" w:rsidRPr="005D57E6" w:rsidRDefault="004B62C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D57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  <w:tc>
          <w:tcPr>
            <w:tcW w:w="1683" w:type="dxa"/>
          </w:tcPr>
          <w:p w14:paraId="0BF44B73" w14:textId="77777777" w:rsidR="004B62C5" w:rsidRPr="005D57E6" w:rsidRDefault="004B62C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szczegółowych  </w:t>
            </w:r>
          </w:p>
        </w:tc>
      </w:tr>
      <w:tr w:rsidR="00806EE2" w:rsidRPr="005D57E6" w14:paraId="21AEE008" w14:textId="77777777" w:rsidTr="004B62C5">
        <w:tc>
          <w:tcPr>
            <w:tcW w:w="1472" w:type="dxa"/>
            <w:vAlign w:val="center"/>
          </w:tcPr>
          <w:p w14:paraId="1AF735C5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805" w:type="dxa"/>
          </w:tcPr>
          <w:p w14:paraId="18D67DCB" w14:textId="77777777" w:rsidR="004B62C5" w:rsidRPr="005D57E6" w:rsidRDefault="004B6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Wyjaśni specyfikę głównych środowisk wychowawczych i zachodzące w nich procesy</w:t>
            </w:r>
          </w:p>
        </w:tc>
        <w:tc>
          <w:tcPr>
            <w:tcW w:w="1786" w:type="dxa"/>
            <w:vAlign w:val="center"/>
          </w:tcPr>
          <w:p w14:paraId="77A48333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14:paraId="7D4A2D0A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B.3.W1</w:t>
            </w:r>
          </w:p>
        </w:tc>
      </w:tr>
      <w:tr w:rsidR="00806EE2" w:rsidRPr="005D57E6" w14:paraId="57E5C983" w14:textId="77777777" w:rsidTr="004B62C5">
        <w:tc>
          <w:tcPr>
            <w:tcW w:w="1472" w:type="dxa"/>
            <w:vAlign w:val="center"/>
          </w:tcPr>
          <w:p w14:paraId="4CD54F13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805" w:type="dxa"/>
          </w:tcPr>
          <w:p w14:paraId="2E476046" w14:textId="77777777" w:rsidR="004B62C5" w:rsidRPr="005D57E6" w:rsidRDefault="004B6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Rozpozna uwarunkowania procesów uczenia się, nauczania i wychowania</w:t>
            </w:r>
          </w:p>
        </w:tc>
        <w:tc>
          <w:tcPr>
            <w:tcW w:w="1786" w:type="dxa"/>
            <w:vAlign w:val="center"/>
          </w:tcPr>
          <w:p w14:paraId="03452524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</w:tc>
        <w:tc>
          <w:tcPr>
            <w:tcW w:w="1683" w:type="dxa"/>
            <w:vAlign w:val="center"/>
          </w:tcPr>
          <w:p w14:paraId="0EAE830A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B.3.W2</w:t>
            </w:r>
          </w:p>
        </w:tc>
      </w:tr>
      <w:tr w:rsidR="00806EE2" w:rsidRPr="005D57E6" w14:paraId="283CCFF5" w14:textId="77777777" w:rsidTr="004B62C5">
        <w:tc>
          <w:tcPr>
            <w:tcW w:w="1472" w:type="dxa"/>
            <w:vAlign w:val="center"/>
          </w:tcPr>
          <w:p w14:paraId="25707DE2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805" w:type="dxa"/>
          </w:tcPr>
          <w:p w14:paraId="679A1207" w14:textId="77777777" w:rsidR="004B62C5" w:rsidRPr="005D57E6" w:rsidRDefault="004B62C5" w:rsidP="00C77B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Wykorzysta wiedzę pedagogiczną i przedmiotową do samodzielnego planowania i realizowania pracy wychowawczo – dydaktycznej, analizowania i rozumienia problemów tam występujących</w:t>
            </w:r>
          </w:p>
        </w:tc>
        <w:tc>
          <w:tcPr>
            <w:tcW w:w="1786" w:type="dxa"/>
            <w:vAlign w:val="center"/>
          </w:tcPr>
          <w:p w14:paraId="1CB288F6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14:paraId="083D06DC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B.3.U1</w:t>
            </w:r>
          </w:p>
        </w:tc>
      </w:tr>
      <w:tr w:rsidR="00806EE2" w:rsidRPr="005D57E6" w14:paraId="54573239" w14:textId="77777777" w:rsidTr="004B62C5">
        <w:tc>
          <w:tcPr>
            <w:tcW w:w="1472" w:type="dxa"/>
            <w:vAlign w:val="center"/>
          </w:tcPr>
          <w:p w14:paraId="4002C006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805" w:type="dxa"/>
          </w:tcPr>
          <w:p w14:paraId="448D6DBC" w14:textId="77777777" w:rsidR="004B62C5" w:rsidRPr="005D57E6" w:rsidRDefault="004B6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786" w:type="dxa"/>
            <w:vAlign w:val="center"/>
          </w:tcPr>
          <w:p w14:paraId="00B7B10C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  <w:tc>
          <w:tcPr>
            <w:tcW w:w="1683" w:type="dxa"/>
            <w:vAlign w:val="center"/>
          </w:tcPr>
          <w:p w14:paraId="220FD47B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B.3.U2</w:t>
            </w:r>
          </w:p>
        </w:tc>
      </w:tr>
      <w:tr w:rsidR="004B62C5" w:rsidRPr="005D57E6" w14:paraId="0E55C425" w14:textId="77777777" w:rsidTr="004B62C5">
        <w:tc>
          <w:tcPr>
            <w:tcW w:w="1472" w:type="dxa"/>
            <w:vAlign w:val="center"/>
          </w:tcPr>
          <w:p w14:paraId="302E9B3F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805" w:type="dxa"/>
          </w:tcPr>
          <w:p w14:paraId="07069CA7" w14:textId="77777777" w:rsidR="004B62C5" w:rsidRPr="005D57E6" w:rsidRDefault="004B6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Respektuje zasady i normy etyczne w działalności edukacyjno- wychowawczej, szanując każdego człowieka</w:t>
            </w:r>
          </w:p>
        </w:tc>
        <w:tc>
          <w:tcPr>
            <w:tcW w:w="1786" w:type="dxa"/>
            <w:vAlign w:val="center"/>
          </w:tcPr>
          <w:p w14:paraId="23B46133" w14:textId="77777777" w:rsidR="004B62C5" w:rsidRPr="005D57E6" w:rsidRDefault="00471A34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  <w:r w:rsidR="004B62C5" w:rsidRPr="005D57E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683" w:type="dxa"/>
            <w:vAlign w:val="center"/>
          </w:tcPr>
          <w:p w14:paraId="5A01B3A6" w14:textId="77777777" w:rsidR="004B62C5" w:rsidRPr="005D57E6" w:rsidRDefault="004B62C5" w:rsidP="004B62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B.3. K1</w:t>
            </w:r>
          </w:p>
        </w:tc>
      </w:tr>
    </w:tbl>
    <w:p w14:paraId="0B5274F2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D0F8C" w14:textId="77777777" w:rsidR="009B319C" w:rsidRPr="005D57E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57E6">
        <w:rPr>
          <w:rFonts w:ascii="Corbel" w:hAnsi="Corbel"/>
          <w:b/>
          <w:sz w:val="24"/>
          <w:szCs w:val="24"/>
        </w:rPr>
        <w:t>3.3</w:t>
      </w:r>
      <w:r w:rsidR="001D7B54" w:rsidRPr="005D57E6">
        <w:rPr>
          <w:rFonts w:ascii="Corbel" w:hAnsi="Corbel"/>
          <w:b/>
          <w:sz w:val="24"/>
          <w:szCs w:val="24"/>
        </w:rPr>
        <w:t xml:space="preserve"> </w:t>
      </w:r>
      <w:r w:rsidR="0085747A" w:rsidRPr="005D57E6">
        <w:rPr>
          <w:rFonts w:ascii="Corbel" w:hAnsi="Corbel"/>
          <w:b/>
          <w:sz w:val="24"/>
          <w:szCs w:val="24"/>
        </w:rPr>
        <w:t>T</w:t>
      </w:r>
      <w:r w:rsidR="001D7B54" w:rsidRPr="005D57E6">
        <w:rPr>
          <w:rFonts w:ascii="Corbel" w:hAnsi="Corbel"/>
          <w:b/>
          <w:sz w:val="24"/>
          <w:szCs w:val="24"/>
        </w:rPr>
        <w:t>reści programowe</w:t>
      </w:r>
    </w:p>
    <w:p w14:paraId="0E2A7170" w14:textId="77777777" w:rsidR="0085747A" w:rsidRPr="005D57E6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D57E6">
        <w:rPr>
          <w:rFonts w:ascii="Corbel" w:hAnsi="Corbel"/>
          <w:b/>
          <w:sz w:val="24"/>
          <w:szCs w:val="24"/>
        </w:rPr>
        <w:t xml:space="preserve"> </w:t>
      </w:r>
      <w:r w:rsidR="007327BD" w:rsidRPr="005D57E6">
        <w:rPr>
          <w:rFonts w:ascii="Corbel" w:hAnsi="Corbel"/>
          <w:sz w:val="24"/>
          <w:szCs w:val="24"/>
        </w:rPr>
        <w:t xml:space="preserve">  </w:t>
      </w:r>
    </w:p>
    <w:p w14:paraId="0D4E87AB" w14:textId="77777777" w:rsidR="00675843" w:rsidRPr="005D57E6" w:rsidRDefault="00503812" w:rsidP="009B31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D57E6">
        <w:rPr>
          <w:rFonts w:ascii="Corbel" w:hAnsi="Corbel"/>
          <w:sz w:val="24"/>
          <w:szCs w:val="24"/>
        </w:rPr>
        <w:t>Problematyka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5D57E6" w14:paraId="4E97FB09" w14:textId="77777777" w:rsidTr="00923D7D">
        <w:tc>
          <w:tcPr>
            <w:tcW w:w="9639" w:type="dxa"/>
          </w:tcPr>
          <w:p w14:paraId="18B76485" w14:textId="77777777" w:rsidR="0085747A" w:rsidRPr="005D57E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Treści merytoryczne</w:t>
            </w:r>
            <w:r w:rsidR="009B319C" w:rsidRPr="005D57E6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06EE2" w:rsidRPr="005D57E6" w14:paraId="3C515C9C" w14:textId="77777777" w:rsidTr="00923D7D">
        <w:tc>
          <w:tcPr>
            <w:tcW w:w="9639" w:type="dxa"/>
          </w:tcPr>
          <w:p w14:paraId="3786755E" w14:textId="62C8530A" w:rsidR="0085747A" w:rsidRPr="005D57E6" w:rsidRDefault="00F27327" w:rsidP="00C77B0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 xml:space="preserve"> </w:t>
            </w:r>
            <w:r w:rsidR="00503812" w:rsidRPr="005D57E6">
              <w:rPr>
                <w:rFonts w:ascii="Corbel" w:hAnsi="Corbel"/>
                <w:sz w:val="24"/>
                <w:szCs w:val="24"/>
              </w:rPr>
              <w:t>Zapoznanie z prawnymi podstawami pracy przedszkola i szkoły</w:t>
            </w:r>
            <w:r w:rsidR="00784EC2">
              <w:rPr>
                <w:rFonts w:ascii="Corbel" w:hAnsi="Corbel"/>
                <w:sz w:val="24"/>
                <w:szCs w:val="24"/>
              </w:rPr>
              <w:t xml:space="preserve"> lub placówki oświatowej</w:t>
            </w:r>
            <w:r w:rsidR="00503812" w:rsidRPr="005D57E6">
              <w:rPr>
                <w:rFonts w:ascii="Corbel" w:hAnsi="Corbel"/>
                <w:sz w:val="24"/>
                <w:szCs w:val="24"/>
              </w:rPr>
              <w:t>, a także zatrudnionych w nich nauczycieli.</w:t>
            </w:r>
            <w:r w:rsidR="00C77B0E" w:rsidRPr="005D57E6">
              <w:rPr>
                <w:rFonts w:ascii="Corbel" w:hAnsi="Corbel"/>
                <w:sz w:val="24"/>
                <w:szCs w:val="24"/>
              </w:rPr>
              <w:t xml:space="preserve">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</w:t>
            </w:r>
          </w:p>
        </w:tc>
      </w:tr>
      <w:tr w:rsidR="00806EE2" w:rsidRPr="005D57E6" w14:paraId="65238A42" w14:textId="77777777" w:rsidTr="00923D7D">
        <w:tc>
          <w:tcPr>
            <w:tcW w:w="9639" w:type="dxa"/>
          </w:tcPr>
          <w:p w14:paraId="185A8EC3" w14:textId="4B1EE5DA" w:rsidR="0085747A" w:rsidRPr="005D57E6" w:rsidRDefault="00503812" w:rsidP="00F273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Obserwacja zajęć odbywają</w:t>
            </w:r>
            <w:r w:rsidR="00F27327" w:rsidRPr="005D57E6">
              <w:rPr>
                <w:rFonts w:ascii="Corbel" w:hAnsi="Corbel"/>
                <w:sz w:val="24"/>
                <w:szCs w:val="24"/>
              </w:rPr>
              <w:t>cych się w przedszkolu</w:t>
            </w:r>
            <w:r w:rsidR="00784EC2">
              <w:rPr>
                <w:rFonts w:ascii="Corbel" w:hAnsi="Corbel"/>
                <w:sz w:val="24"/>
                <w:szCs w:val="24"/>
              </w:rPr>
              <w:t xml:space="preserve">, </w:t>
            </w:r>
            <w:r w:rsidR="00F27327" w:rsidRPr="005D57E6">
              <w:rPr>
                <w:rFonts w:ascii="Corbel" w:hAnsi="Corbel"/>
                <w:sz w:val="24"/>
                <w:szCs w:val="24"/>
              </w:rPr>
              <w:t xml:space="preserve"> szkole</w:t>
            </w:r>
            <w:r w:rsidR="00784EC2">
              <w:rPr>
                <w:rFonts w:ascii="Corbel" w:hAnsi="Corbel"/>
                <w:sz w:val="24"/>
                <w:szCs w:val="24"/>
              </w:rPr>
              <w:t xml:space="preserve"> lub placówce oświatowej</w:t>
            </w:r>
            <w:r w:rsidR="00F27327" w:rsidRPr="005D57E6">
              <w:rPr>
                <w:rFonts w:ascii="Corbel" w:hAnsi="Corbel"/>
                <w:sz w:val="24"/>
                <w:szCs w:val="24"/>
              </w:rPr>
              <w:t xml:space="preserve"> wraz z </w:t>
            </w:r>
            <w:r w:rsidR="00F27327" w:rsidRPr="005D57E6">
              <w:rPr>
                <w:rFonts w:ascii="Corbel" w:hAnsi="Corbel"/>
                <w:sz w:val="24"/>
                <w:szCs w:val="24"/>
              </w:rPr>
              <w:lastRenderedPageBreak/>
              <w:t>dokonywaniem analizy i interpretacji  zaobserwowanych lub doświadczonych sytuacji i zdarzeń pedagogicznych</w:t>
            </w:r>
            <w:r w:rsidRPr="005D57E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5D57E6" w14:paraId="6E8283E1" w14:textId="77777777" w:rsidTr="00923D7D">
        <w:tc>
          <w:tcPr>
            <w:tcW w:w="9639" w:type="dxa"/>
          </w:tcPr>
          <w:p w14:paraId="1F7BE164" w14:textId="77777777" w:rsidR="0085747A" w:rsidRPr="005D57E6" w:rsidRDefault="00F27327" w:rsidP="00F27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lastRenderedPageBreak/>
              <w:t xml:space="preserve">Współdziałanie z opiekunem praktyk w celu poszerzania swojej wiedzy oraz </w:t>
            </w:r>
            <w:r w:rsidR="00503812" w:rsidRPr="005D57E6">
              <w:rPr>
                <w:rFonts w:ascii="Corbel" w:hAnsi="Corbel"/>
                <w:sz w:val="24"/>
                <w:szCs w:val="24"/>
              </w:rPr>
              <w:t xml:space="preserve"> prowadzenie wymaganej dokumentacji.</w:t>
            </w:r>
          </w:p>
        </w:tc>
      </w:tr>
    </w:tbl>
    <w:p w14:paraId="200A44AD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F97717" w14:textId="77777777" w:rsidR="0085747A" w:rsidRPr="005D57E6" w:rsidRDefault="009F4610" w:rsidP="009B31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>3.4 Metody dydaktyczne</w:t>
      </w:r>
      <w:r w:rsidRPr="005D57E6">
        <w:rPr>
          <w:rFonts w:ascii="Corbel" w:hAnsi="Corbel"/>
          <w:b w:val="0"/>
          <w:smallCaps w:val="0"/>
          <w:szCs w:val="24"/>
        </w:rPr>
        <w:t xml:space="preserve"> </w:t>
      </w:r>
    </w:p>
    <w:p w14:paraId="315A89D1" w14:textId="77777777" w:rsidR="0085747A" w:rsidRPr="005D57E6" w:rsidRDefault="003E686B" w:rsidP="009B319C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5D57E6">
        <w:rPr>
          <w:rFonts w:ascii="Corbel" w:hAnsi="Corbel"/>
          <w:b w:val="0"/>
          <w:smallCaps w:val="0"/>
          <w:szCs w:val="24"/>
        </w:rPr>
        <w:t>Zajęcia praktyczne</w:t>
      </w:r>
    </w:p>
    <w:p w14:paraId="7965F64E" w14:textId="77777777" w:rsidR="00E960BB" w:rsidRPr="005D57E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7174E" w14:textId="77777777" w:rsidR="0085747A" w:rsidRPr="005D57E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 xml:space="preserve">4. </w:t>
      </w:r>
      <w:r w:rsidR="0085747A" w:rsidRPr="005D57E6">
        <w:rPr>
          <w:rFonts w:ascii="Corbel" w:hAnsi="Corbel"/>
          <w:smallCaps w:val="0"/>
          <w:szCs w:val="24"/>
        </w:rPr>
        <w:t>METODY I KRYTERIA OCENY</w:t>
      </w:r>
      <w:r w:rsidR="009F4610" w:rsidRPr="005D57E6">
        <w:rPr>
          <w:rFonts w:ascii="Corbel" w:hAnsi="Corbel"/>
          <w:smallCaps w:val="0"/>
          <w:szCs w:val="24"/>
        </w:rPr>
        <w:t xml:space="preserve"> </w:t>
      </w:r>
    </w:p>
    <w:p w14:paraId="4035E6AD" w14:textId="77777777" w:rsidR="00923D7D" w:rsidRPr="005D57E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DF3E6E" w14:textId="77777777" w:rsidR="0085747A" w:rsidRPr="005D57E6" w:rsidRDefault="0085747A" w:rsidP="009B31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D57E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06EE2" w:rsidRPr="005D57E6" w14:paraId="48974CEF" w14:textId="77777777" w:rsidTr="00C05F44">
        <w:tc>
          <w:tcPr>
            <w:tcW w:w="1985" w:type="dxa"/>
            <w:vAlign w:val="center"/>
          </w:tcPr>
          <w:p w14:paraId="056AFC06" w14:textId="77777777" w:rsidR="0085747A" w:rsidRPr="005D57E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53219B" w14:textId="77777777" w:rsidR="0085747A" w:rsidRPr="005D57E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14:paraId="343D36B0" w14:textId="77777777" w:rsidR="0085747A" w:rsidRPr="005D57E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D57E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B67CFB0" w14:textId="77777777" w:rsidR="0085747A" w:rsidRPr="005D57E6" w:rsidRDefault="0085747A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06EE2" w:rsidRPr="005D57E6" w14:paraId="7412A256" w14:textId="77777777" w:rsidTr="009B319C">
        <w:tc>
          <w:tcPr>
            <w:tcW w:w="1985" w:type="dxa"/>
            <w:vAlign w:val="center"/>
          </w:tcPr>
          <w:p w14:paraId="6F6F36ED" w14:textId="77777777" w:rsidR="0085747A" w:rsidRPr="005D57E6" w:rsidRDefault="0085747A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57E6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189B1497" w14:textId="77777777" w:rsidR="0085747A" w:rsidRPr="005D57E6" w:rsidRDefault="00B14080" w:rsidP="009B31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1071AD50" w14:textId="77777777" w:rsidR="0085747A" w:rsidRPr="005D57E6" w:rsidRDefault="00D74EFD" w:rsidP="009B319C">
            <w:pPr>
              <w:spacing w:after="0" w:line="240" w:lineRule="auto"/>
              <w:jc w:val="center"/>
              <w:rPr>
                <w:rStyle w:val="Tytuksiki"/>
                <w:rFonts w:ascii="Corbel" w:hAnsi="Corbel"/>
                <w:b w:val="0"/>
                <w:sz w:val="24"/>
              </w:rPr>
            </w:pPr>
            <w:r w:rsidRPr="005D57E6">
              <w:rPr>
                <w:rStyle w:val="Tytuksiki"/>
                <w:rFonts w:ascii="Corbel" w:hAnsi="Corbel"/>
                <w:b w:val="0"/>
                <w:sz w:val="24"/>
              </w:rPr>
              <w:t>zajęcia praktyczne</w:t>
            </w:r>
          </w:p>
        </w:tc>
      </w:tr>
      <w:tr w:rsidR="00D74EFD" w:rsidRPr="005D57E6" w14:paraId="3F49FF64" w14:textId="77777777" w:rsidTr="009B319C">
        <w:tc>
          <w:tcPr>
            <w:tcW w:w="1985" w:type="dxa"/>
            <w:vAlign w:val="center"/>
          </w:tcPr>
          <w:p w14:paraId="09EABA00" w14:textId="77777777" w:rsidR="00D74EFD" w:rsidRPr="005D57E6" w:rsidRDefault="00D74EFD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57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CEE561D" w14:textId="77777777" w:rsidR="00D74EFD" w:rsidRPr="005D57E6" w:rsidRDefault="00D74EFD" w:rsidP="009B31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2E6A4E49" w14:textId="77777777" w:rsidR="00D74EFD" w:rsidRPr="005D57E6" w:rsidRDefault="00D74EFD" w:rsidP="00BD493A">
            <w:pPr>
              <w:spacing w:after="0" w:line="240" w:lineRule="auto"/>
              <w:jc w:val="center"/>
              <w:rPr>
                <w:rStyle w:val="Tytuksiki"/>
                <w:rFonts w:ascii="Corbel" w:hAnsi="Corbel"/>
                <w:b w:val="0"/>
                <w:sz w:val="24"/>
              </w:rPr>
            </w:pPr>
            <w:r w:rsidRPr="005D57E6">
              <w:rPr>
                <w:rStyle w:val="Tytuksiki"/>
                <w:rFonts w:ascii="Corbel" w:hAnsi="Corbel"/>
                <w:b w:val="0"/>
                <w:sz w:val="24"/>
              </w:rPr>
              <w:t>zajęcia praktyczne</w:t>
            </w:r>
          </w:p>
        </w:tc>
      </w:tr>
      <w:tr w:rsidR="00D74EFD" w:rsidRPr="005D57E6" w14:paraId="13EB9374" w14:textId="77777777" w:rsidTr="009B319C">
        <w:tc>
          <w:tcPr>
            <w:tcW w:w="1985" w:type="dxa"/>
            <w:vAlign w:val="center"/>
          </w:tcPr>
          <w:p w14:paraId="14D77400" w14:textId="77777777" w:rsidR="00D74EFD" w:rsidRPr="005D57E6" w:rsidRDefault="00D74EFD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57E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89E138" w14:textId="77777777" w:rsidR="00D74EFD" w:rsidRPr="005D57E6" w:rsidRDefault="00D74EFD" w:rsidP="009B31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4C91E42E" w14:textId="77777777" w:rsidR="00D74EFD" w:rsidRPr="005D57E6" w:rsidRDefault="00D74EFD" w:rsidP="00BD493A">
            <w:pPr>
              <w:spacing w:after="0" w:line="240" w:lineRule="auto"/>
              <w:jc w:val="center"/>
              <w:rPr>
                <w:rStyle w:val="Tytuksiki"/>
                <w:rFonts w:ascii="Corbel" w:hAnsi="Corbel"/>
                <w:b w:val="0"/>
                <w:sz w:val="24"/>
              </w:rPr>
            </w:pPr>
            <w:r w:rsidRPr="005D57E6">
              <w:rPr>
                <w:rStyle w:val="Tytuksiki"/>
                <w:rFonts w:ascii="Corbel" w:hAnsi="Corbel"/>
                <w:b w:val="0"/>
                <w:sz w:val="24"/>
              </w:rPr>
              <w:t>zajęcia praktyczne</w:t>
            </w:r>
          </w:p>
        </w:tc>
      </w:tr>
      <w:tr w:rsidR="00D74EFD" w:rsidRPr="005D57E6" w14:paraId="4B47C73D" w14:textId="77777777" w:rsidTr="009B319C">
        <w:tc>
          <w:tcPr>
            <w:tcW w:w="1985" w:type="dxa"/>
            <w:vAlign w:val="center"/>
          </w:tcPr>
          <w:p w14:paraId="4F847B58" w14:textId="77777777" w:rsidR="00D74EFD" w:rsidRPr="005D57E6" w:rsidRDefault="00D74EFD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57E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CAD45" w14:textId="77777777" w:rsidR="00D74EFD" w:rsidRPr="005D57E6" w:rsidRDefault="00D74EFD" w:rsidP="009B31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521002C9" w14:textId="77777777" w:rsidR="00D74EFD" w:rsidRPr="005D57E6" w:rsidRDefault="00D74EFD" w:rsidP="00BD493A">
            <w:pPr>
              <w:spacing w:after="0" w:line="240" w:lineRule="auto"/>
              <w:jc w:val="center"/>
              <w:rPr>
                <w:rStyle w:val="Tytuksiki"/>
                <w:rFonts w:ascii="Corbel" w:hAnsi="Corbel"/>
                <w:b w:val="0"/>
                <w:sz w:val="24"/>
              </w:rPr>
            </w:pPr>
            <w:r w:rsidRPr="005D57E6">
              <w:rPr>
                <w:rStyle w:val="Tytuksiki"/>
                <w:rFonts w:ascii="Corbel" w:hAnsi="Corbel"/>
                <w:b w:val="0"/>
                <w:sz w:val="24"/>
              </w:rPr>
              <w:t>zajęcia praktyczne</w:t>
            </w:r>
          </w:p>
        </w:tc>
      </w:tr>
      <w:tr w:rsidR="00D74EFD" w:rsidRPr="005D57E6" w14:paraId="6338ACAC" w14:textId="77777777" w:rsidTr="009B319C">
        <w:tc>
          <w:tcPr>
            <w:tcW w:w="1985" w:type="dxa"/>
            <w:vAlign w:val="center"/>
          </w:tcPr>
          <w:p w14:paraId="1BB3506B" w14:textId="77777777" w:rsidR="00D74EFD" w:rsidRPr="005D57E6" w:rsidRDefault="00D74EFD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D57E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920E9DE" w14:textId="77777777" w:rsidR="00D74EFD" w:rsidRPr="005D57E6" w:rsidRDefault="00D74EFD" w:rsidP="009B31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Opinia opiekuna praktyki w placówce, analiza dokumentacji praktyki</w:t>
            </w:r>
          </w:p>
        </w:tc>
        <w:tc>
          <w:tcPr>
            <w:tcW w:w="2126" w:type="dxa"/>
            <w:vAlign w:val="center"/>
          </w:tcPr>
          <w:p w14:paraId="0EB8D10E" w14:textId="77777777" w:rsidR="00D74EFD" w:rsidRPr="005D57E6" w:rsidRDefault="00D74EFD" w:rsidP="00BD493A">
            <w:pPr>
              <w:spacing w:after="0" w:line="240" w:lineRule="auto"/>
              <w:jc w:val="center"/>
              <w:rPr>
                <w:rStyle w:val="Tytuksiki"/>
                <w:rFonts w:ascii="Corbel" w:hAnsi="Corbel"/>
                <w:b w:val="0"/>
                <w:sz w:val="24"/>
              </w:rPr>
            </w:pPr>
            <w:r w:rsidRPr="005D57E6">
              <w:rPr>
                <w:rStyle w:val="Tytuksiki"/>
                <w:rFonts w:ascii="Corbel" w:hAnsi="Corbel"/>
                <w:b w:val="0"/>
                <w:sz w:val="24"/>
              </w:rPr>
              <w:t>zajęcia praktyczne</w:t>
            </w:r>
          </w:p>
        </w:tc>
      </w:tr>
    </w:tbl>
    <w:p w14:paraId="1045313B" w14:textId="77777777" w:rsidR="00923D7D" w:rsidRPr="005D57E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E69BE" w14:textId="77777777" w:rsidR="00923D7D" w:rsidRPr="005D57E6" w:rsidRDefault="003E1941" w:rsidP="009B31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 xml:space="preserve">4.2 </w:t>
      </w:r>
      <w:r w:rsidR="0085747A" w:rsidRPr="005D57E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D57E6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D57E6" w14:paraId="7A3C09CA" w14:textId="77777777" w:rsidTr="00923D7D">
        <w:tc>
          <w:tcPr>
            <w:tcW w:w="9670" w:type="dxa"/>
          </w:tcPr>
          <w:p w14:paraId="70E0F244" w14:textId="77777777" w:rsidR="005D57E6" w:rsidRPr="00D93685" w:rsidRDefault="005D57E6" w:rsidP="005D5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placówce</w:t>
            </w:r>
          </w:p>
          <w:p w14:paraId="11AB788A" w14:textId="6FA4509A" w:rsidR="0085747A" w:rsidRPr="005D57E6" w:rsidRDefault="005D57E6" w:rsidP="005D57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Zaliczenie dokonane przez opiekuna praktyk z ramienia uczelni</w:t>
            </w:r>
          </w:p>
        </w:tc>
      </w:tr>
    </w:tbl>
    <w:p w14:paraId="6C508B68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10CE4" w14:textId="77777777" w:rsidR="009F4610" w:rsidRPr="005D57E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D57E6">
        <w:rPr>
          <w:rFonts w:ascii="Corbel" w:hAnsi="Corbel"/>
          <w:b/>
          <w:sz w:val="24"/>
          <w:szCs w:val="24"/>
        </w:rPr>
        <w:t xml:space="preserve">5. </w:t>
      </w:r>
      <w:r w:rsidR="00C61DC5" w:rsidRPr="005D57E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586742" w14:textId="77777777" w:rsidR="0085747A" w:rsidRPr="005D57E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06EE2" w:rsidRPr="005D57E6" w14:paraId="3E9948C9" w14:textId="77777777" w:rsidTr="003E1941">
        <w:tc>
          <w:tcPr>
            <w:tcW w:w="4962" w:type="dxa"/>
            <w:vAlign w:val="center"/>
          </w:tcPr>
          <w:p w14:paraId="227E466A" w14:textId="77777777" w:rsidR="0085747A" w:rsidRPr="005D57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7E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D57E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D57E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1601883" w14:textId="77777777" w:rsidR="0085747A" w:rsidRPr="005D57E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7E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D57E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D57E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D57E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06EE2" w:rsidRPr="005D57E6" w14:paraId="76F87689" w14:textId="77777777" w:rsidTr="00923D7D">
        <w:tc>
          <w:tcPr>
            <w:tcW w:w="4962" w:type="dxa"/>
          </w:tcPr>
          <w:p w14:paraId="198A0FC7" w14:textId="77777777" w:rsidR="0085747A" w:rsidRPr="005D57E6" w:rsidRDefault="00C61DC5" w:rsidP="005F58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G</w:t>
            </w:r>
            <w:r w:rsidR="0085747A" w:rsidRPr="005D57E6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5D57E6">
              <w:rPr>
                <w:rFonts w:ascii="Corbel" w:hAnsi="Corbel"/>
                <w:sz w:val="24"/>
                <w:szCs w:val="24"/>
              </w:rPr>
              <w:t> </w:t>
            </w:r>
            <w:r w:rsidR="0045729E" w:rsidRPr="005D57E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D57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D57E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D57E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08C0714" w14:textId="77777777" w:rsidR="0085747A" w:rsidRPr="005D57E6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06EE2" w:rsidRPr="005D57E6" w14:paraId="28D25A02" w14:textId="77777777" w:rsidTr="00923D7D">
        <w:tc>
          <w:tcPr>
            <w:tcW w:w="4962" w:type="dxa"/>
          </w:tcPr>
          <w:p w14:paraId="49BF23C2" w14:textId="20850822" w:rsidR="00C61DC5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D57E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B319C" w:rsidRPr="005D57E6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2BD489" w14:textId="77777777" w:rsidR="00B21921" w:rsidRPr="006A1BEB" w:rsidRDefault="00B21921" w:rsidP="00B2192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3E8558DF" w14:textId="77777777" w:rsidR="00B21921" w:rsidRPr="006A1BEB" w:rsidRDefault="00B21921" w:rsidP="00B21921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34E851AB" w14:textId="4BE5C029" w:rsidR="00B21921" w:rsidRPr="005D57E6" w:rsidRDefault="00B21921" w:rsidP="00B219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-     </w:t>
            </w: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1F6569C2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2C49A21" w14:textId="77777777" w:rsidR="00C61DC5" w:rsidRDefault="005D57E6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10BA50B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4F91D62D" w14:textId="46C76E70" w:rsidR="00B21921" w:rsidRPr="005D57E6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06EE2" w:rsidRPr="005D57E6" w14:paraId="676264E0" w14:textId="77777777" w:rsidTr="00923D7D">
        <w:tc>
          <w:tcPr>
            <w:tcW w:w="4962" w:type="dxa"/>
          </w:tcPr>
          <w:p w14:paraId="29E67A32" w14:textId="77777777" w:rsidR="00C61DC5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B319C" w:rsidRPr="005D57E6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D57E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9EA957A" w14:textId="2F91D5D4" w:rsidR="002533F3" w:rsidRPr="006A1BEB" w:rsidRDefault="002533F3" w:rsidP="002533F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</w:t>
            </w:r>
            <w:r w:rsidR="00B21921">
              <w:rPr>
                <w:rFonts w:ascii="Corbel" w:hAnsi="Corbel"/>
                <w:sz w:val="24"/>
                <w:szCs w:val="24"/>
              </w:rPr>
              <w:t xml:space="preserve"> do zajęć</w:t>
            </w:r>
            <w:r w:rsidRPr="006A1BEB">
              <w:rPr>
                <w:rFonts w:ascii="Corbel" w:hAnsi="Corbel"/>
                <w:sz w:val="24"/>
                <w:szCs w:val="24"/>
              </w:rPr>
              <w:t>, wykonanie lub zgromadzenie niezbędnych pomocy dydaktycznych, opracowanie scenariuszy zajęć</w:t>
            </w:r>
          </w:p>
          <w:p w14:paraId="07751D79" w14:textId="3DC54A5D" w:rsidR="002533F3" w:rsidRPr="006A1BEB" w:rsidRDefault="002533F3" w:rsidP="002533F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konsultacje z nauczycielem opiekunem </w:t>
            </w:r>
          </w:p>
          <w:p w14:paraId="28D3DA84" w14:textId="32F86E9E" w:rsidR="002533F3" w:rsidRPr="005D57E6" w:rsidRDefault="002533F3" w:rsidP="0025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-     </w:t>
            </w: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05902927" w14:textId="54C2A794" w:rsidR="00C61DC5" w:rsidRDefault="00C61DC5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4EDBC22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A11603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E81768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4625E67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074287" w14:textId="77777777" w:rsidR="00B21921" w:rsidRDefault="00B21921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D200A3" w14:textId="4809C09B" w:rsidR="00B21921" w:rsidRDefault="00B21921" w:rsidP="00B21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272C0FC" w14:textId="6A6F5391" w:rsidR="00B21921" w:rsidRPr="005D57E6" w:rsidRDefault="00B21921" w:rsidP="00B21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06EE2" w:rsidRPr="005D57E6" w14:paraId="1A76BAD0" w14:textId="77777777" w:rsidTr="00923D7D">
        <w:tc>
          <w:tcPr>
            <w:tcW w:w="4962" w:type="dxa"/>
          </w:tcPr>
          <w:p w14:paraId="44C4E3B4" w14:textId="77777777" w:rsidR="0085747A" w:rsidRPr="005D57E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6053AC" w14:textId="77777777" w:rsidR="0085747A" w:rsidRPr="005D57E6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06EE2" w:rsidRPr="005D57E6" w14:paraId="2CD8A65C" w14:textId="77777777" w:rsidTr="00923D7D">
        <w:tc>
          <w:tcPr>
            <w:tcW w:w="4962" w:type="dxa"/>
          </w:tcPr>
          <w:p w14:paraId="57E9826C" w14:textId="77777777" w:rsidR="0085747A" w:rsidRPr="005D57E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D57E6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43D404D" w14:textId="77777777" w:rsidR="0085747A" w:rsidRPr="005D57E6" w:rsidRDefault="00F27327" w:rsidP="009B31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D57E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72EFD7" w14:textId="77777777" w:rsidR="0085747A" w:rsidRPr="005D57E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D57E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D57E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67CB77" w14:textId="77777777" w:rsidR="003E1941" w:rsidRPr="005D57E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F5958F" w14:textId="77777777" w:rsidR="0085747A" w:rsidRPr="005D57E6" w:rsidRDefault="0071620A" w:rsidP="009B31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 xml:space="preserve">6. </w:t>
      </w:r>
      <w:r w:rsidR="0085747A" w:rsidRPr="005D57E6">
        <w:rPr>
          <w:rFonts w:ascii="Corbel" w:hAnsi="Corbel"/>
          <w:smallCaps w:val="0"/>
          <w:szCs w:val="24"/>
        </w:rPr>
        <w:t>PRAKTYKI ZAWO</w:t>
      </w:r>
      <w:r w:rsidR="009C1331" w:rsidRPr="005D57E6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095"/>
      </w:tblGrid>
      <w:tr w:rsidR="00806EE2" w:rsidRPr="005D57E6" w14:paraId="45E58CCF" w14:textId="77777777" w:rsidTr="009B319C">
        <w:trPr>
          <w:trHeight w:val="397"/>
        </w:trPr>
        <w:tc>
          <w:tcPr>
            <w:tcW w:w="3544" w:type="dxa"/>
          </w:tcPr>
          <w:p w14:paraId="2A77560F" w14:textId="77777777" w:rsidR="0085747A" w:rsidRPr="005D57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6095" w:type="dxa"/>
          </w:tcPr>
          <w:p w14:paraId="3F2D3F63" w14:textId="77777777" w:rsidR="0085747A" w:rsidRPr="005D57E6" w:rsidRDefault="00AE3210" w:rsidP="009B3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85747A" w:rsidRPr="005D57E6" w14:paraId="2E4AF967" w14:textId="77777777" w:rsidTr="009B319C">
        <w:trPr>
          <w:trHeight w:val="397"/>
        </w:trPr>
        <w:tc>
          <w:tcPr>
            <w:tcW w:w="3544" w:type="dxa"/>
          </w:tcPr>
          <w:p w14:paraId="1257C4DB" w14:textId="77777777" w:rsidR="0085747A" w:rsidRPr="005D57E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6095" w:type="dxa"/>
          </w:tcPr>
          <w:p w14:paraId="4C27CF5D" w14:textId="77777777" w:rsidR="0085747A" w:rsidRPr="005D57E6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Szczegółowe zasady i formy odbywania praktyki zawarte są w programie praktyk</w:t>
            </w:r>
            <w:r w:rsidR="009B319C" w:rsidRPr="005D57E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D4EBD5C" w14:textId="77777777" w:rsidR="003E1941" w:rsidRPr="005D57E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33D34" w14:textId="77777777" w:rsidR="00675843" w:rsidRPr="005D57E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D57E6">
        <w:rPr>
          <w:rFonts w:ascii="Corbel" w:hAnsi="Corbel"/>
          <w:smallCaps w:val="0"/>
          <w:szCs w:val="24"/>
        </w:rPr>
        <w:t xml:space="preserve">7. </w:t>
      </w:r>
      <w:r w:rsidR="0085747A" w:rsidRPr="005D57E6">
        <w:rPr>
          <w:rFonts w:ascii="Corbel" w:hAnsi="Corbel"/>
          <w:smallCaps w:val="0"/>
          <w:szCs w:val="24"/>
        </w:rPr>
        <w:t>LITERATURA</w:t>
      </w:r>
      <w:r w:rsidRPr="005D57E6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6EE2" w:rsidRPr="005D57E6" w14:paraId="572975AD" w14:textId="77777777" w:rsidTr="009B319C">
        <w:trPr>
          <w:trHeight w:val="397"/>
        </w:trPr>
        <w:tc>
          <w:tcPr>
            <w:tcW w:w="9639" w:type="dxa"/>
          </w:tcPr>
          <w:p w14:paraId="7D0FB201" w14:textId="77777777" w:rsidR="0085747A" w:rsidRPr="005D57E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57E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2CC074" w14:textId="20CAAA4A" w:rsidR="000A4E4F" w:rsidRPr="005D57E6" w:rsidRDefault="000A4E4F" w:rsidP="005D57E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Gruszczyk-Kolczyńska E., Zielińska E., 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>Zajęcia dydaktyczno-wychowawcze dla dzieci, które rozpoczną naukę w szkole.</w:t>
            </w:r>
            <w:r w:rsidR="00E82796"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Warszawa, Edukacja Polska, 2009</w:t>
            </w:r>
            <w:r w:rsidR="005D57E6" w:rsidRPr="005D57E6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86C6BED" w14:textId="77777777" w:rsidR="005D57E6" w:rsidRPr="005D57E6" w:rsidRDefault="005D57E6" w:rsidP="005D57E6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D57E6">
              <w:rPr>
                <w:rFonts w:ascii="Corbel" w:eastAsia="Times New Roman" w:hAnsi="Corbel"/>
                <w:sz w:val="24"/>
                <w:szCs w:val="24"/>
                <w:shd w:val="clear" w:color="auto" w:fill="FFFFFF"/>
              </w:rPr>
              <w:t>Leśniak J. Uwarunkowania zachowania o charakterze niedostosowania społecznego młodzieży z niepełnosprawnością intelektualną, Wydawnictwo:</w:t>
            </w:r>
            <w:r w:rsidRPr="00D418BD">
              <w:rPr>
                <w:rFonts w:ascii="Corbel" w:eastAsia="Times New Roman" w:hAnsi="Corbel"/>
                <w:sz w:val="24"/>
                <w:szCs w:val="24"/>
                <w:shd w:val="clear" w:color="auto" w:fill="FFFFFF"/>
              </w:rPr>
              <w:t xml:space="preserve"> Oficyna Wydawnicza AFM</w:t>
            </w:r>
            <w:r w:rsidRPr="005D57E6">
              <w:rPr>
                <w:rFonts w:ascii="Corbel" w:eastAsia="Times New Roman" w:hAnsi="Corbel"/>
                <w:sz w:val="24"/>
                <w:szCs w:val="24"/>
                <w:shd w:val="clear" w:color="auto" w:fill="FFFFFF"/>
              </w:rPr>
              <w:t>, Kraków 2019</w:t>
            </w:r>
          </w:p>
          <w:p w14:paraId="75E01826" w14:textId="77777777" w:rsidR="000A4E4F" w:rsidRPr="005D57E6" w:rsidRDefault="000A4E4F" w:rsidP="005D57E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Jachimska Małgorzata (Opracowanie): 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>Grupa bawi się  i pracuje.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Wałbrzych 1994, UNU</w:t>
            </w:r>
          </w:p>
          <w:p w14:paraId="310B6D3B" w14:textId="77777777" w:rsidR="000A4E4F" w:rsidRPr="005D57E6" w:rsidRDefault="000A4E4F" w:rsidP="005D57E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Naprawa R.i</w:t>
            </w:r>
            <w:r w:rsidR="009B319C"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>in.,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>.Wyd. Harmonia, Gdańsk 2012.</w:t>
            </w:r>
          </w:p>
          <w:p w14:paraId="1E6A3AFD" w14:textId="77777777" w:rsidR="000A4E4F" w:rsidRPr="005D57E6" w:rsidRDefault="000A4E4F" w:rsidP="005D57E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PaszkiewiczA., Łobacz M., 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wychowawczych w klasie szkolnej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14:paraId="6C65CB7B" w14:textId="77777777" w:rsidR="000A4E4F" w:rsidRPr="005D57E6" w:rsidRDefault="000A4E4F" w:rsidP="009B31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>Rozwijanie kompetencji kluczowych uczniów w procesie edukacji wczesnoszkolnej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>, pod red. J. Uszyńskiej-Jarmoc, B. Dudel i M. Głoskowskiej-Sołdatow. Kraków:  Impuls, 2013</w:t>
            </w:r>
          </w:p>
          <w:p w14:paraId="183C2A24" w14:textId="77777777" w:rsidR="00F25305" w:rsidRPr="005D57E6" w:rsidRDefault="000A4E4F" w:rsidP="00F253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Sowiło M., 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>Kraków Impuls  2003</w:t>
            </w:r>
          </w:p>
        </w:tc>
      </w:tr>
      <w:tr w:rsidR="0085747A" w:rsidRPr="005D57E6" w14:paraId="34B9CA13" w14:textId="77777777" w:rsidTr="009B319C">
        <w:trPr>
          <w:trHeight w:val="397"/>
        </w:trPr>
        <w:tc>
          <w:tcPr>
            <w:tcW w:w="9639" w:type="dxa"/>
          </w:tcPr>
          <w:p w14:paraId="6C945C70" w14:textId="77777777" w:rsidR="0085747A" w:rsidRPr="005D57E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D57E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12AB38CA" w14:textId="77777777" w:rsidR="00845D91" w:rsidRPr="005D57E6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>Bartal A., Nitsch C.,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F25305"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>Zabawy dla maluchów</w:t>
            </w:r>
            <w:r w:rsidR="00E82796"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E82796" w:rsidRPr="005D57E6">
              <w:rPr>
                <w:rFonts w:ascii="Corbel" w:hAnsi="Corbel"/>
                <w:b w:val="0"/>
                <w:smallCaps w:val="0"/>
                <w:szCs w:val="24"/>
              </w:rPr>
              <w:t>Kielce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25305"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Jedność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2796" w:rsidRPr="005D57E6">
              <w:rPr>
                <w:rFonts w:ascii="Corbel" w:hAnsi="Corbel"/>
                <w:b w:val="0"/>
                <w:smallCaps w:val="0"/>
                <w:szCs w:val="24"/>
              </w:rPr>
              <w:t>2003</w:t>
            </w:r>
          </w:p>
          <w:p w14:paraId="4DAE59D9" w14:textId="77777777" w:rsidR="00F25305" w:rsidRPr="005D57E6" w:rsidRDefault="00845D91" w:rsidP="009B319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Gruszczyk-Kolczyńska E., </w:t>
            </w:r>
            <w:r w:rsidRPr="005D57E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Wspomaganie dziecka w skupieniu uwagi i zapamiętywaniu 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E82796" w:rsidRPr="005D57E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D57E6">
              <w:rPr>
                <w:rFonts w:ascii="Corbel" w:hAnsi="Corbel"/>
                <w:b w:val="0"/>
                <w:smallCaps w:val="0"/>
                <w:szCs w:val="24"/>
              </w:rPr>
              <w:t xml:space="preserve"> WSiP</w:t>
            </w:r>
            <w:r w:rsidR="00E82796" w:rsidRPr="005D57E6">
              <w:rPr>
                <w:rFonts w:ascii="Corbel" w:hAnsi="Corbel"/>
                <w:b w:val="0"/>
                <w:smallCaps w:val="0"/>
                <w:szCs w:val="24"/>
              </w:rPr>
              <w:t>,2005</w:t>
            </w:r>
          </w:p>
        </w:tc>
      </w:tr>
    </w:tbl>
    <w:p w14:paraId="568A187D" w14:textId="77777777" w:rsidR="0085747A" w:rsidRPr="005D57E6" w:rsidRDefault="0085747A" w:rsidP="009B31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A483C" w14:textId="77777777" w:rsidR="0085747A" w:rsidRPr="005D57E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D57E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11CA95" w14:textId="77777777" w:rsidR="004D3B63" w:rsidRPr="005D57E6" w:rsidRDefault="004D3B6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95BD74" w14:textId="77777777" w:rsidR="004D3B63" w:rsidRPr="005D57E6" w:rsidRDefault="004D3B63" w:rsidP="004D3B6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D3B63" w:rsidRPr="005D57E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15C21" w14:textId="77777777" w:rsidR="00C813BB" w:rsidRDefault="00C813BB" w:rsidP="00C16ABF">
      <w:pPr>
        <w:spacing w:after="0" w:line="240" w:lineRule="auto"/>
      </w:pPr>
      <w:r>
        <w:separator/>
      </w:r>
    </w:p>
  </w:endnote>
  <w:endnote w:type="continuationSeparator" w:id="0">
    <w:p w14:paraId="3EEF9D03" w14:textId="77777777" w:rsidR="00C813BB" w:rsidRDefault="00C813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F4663" w14:textId="77777777" w:rsidR="00C813BB" w:rsidRDefault="00C813BB" w:rsidP="00C16ABF">
      <w:pPr>
        <w:spacing w:after="0" w:line="240" w:lineRule="auto"/>
      </w:pPr>
      <w:r>
        <w:separator/>
      </w:r>
    </w:p>
  </w:footnote>
  <w:footnote w:type="continuationSeparator" w:id="0">
    <w:p w14:paraId="7D9E79A6" w14:textId="77777777" w:rsidR="00C813BB" w:rsidRDefault="00C813BB" w:rsidP="00C16ABF">
      <w:pPr>
        <w:spacing w:after="0" w:line="240" w:lineRule="auto"/>
      </w:pPr>
      <w:r>
        <w:continuationSeparator/>
      </w:r>
    </w:p>
  </w:footnote>
  <w:footnote w:id="1">
    <w:p w14:paraId="072CC37D" w14:textId="77777777" w:rsidR="004B62C5" w:rsidRDefault="004B62C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43BF9"/>
    <w:multiLevelType w:val="hybridMultilevel"/>
    <w:tmpl w:val="19D0B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902C3"/>
    <w:multiLevelType w:val="hybridMultilevel"/>
    <w:tmpl w:val="3020B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607555">
    <w:abstractNumId w:val="1"/>
  </w:num>
  <w:num w:numId="2" w16cid:durableId="702561895">
    <w:abstractNumId w:val="6"/>
  </w:num>
  <w:num w:numId="3" w16cid:durableId="1996762121">
    <w:abstractNumId w:val="0"/>
  </w:num>
  <w:num w:numId="4" w16cid:durableId="44767823">
    <w:abstractNumId w:val="5"/>
  </w:num>
  <w:num w:numId="5" w16cid:durableId="1189950879">
    <w:abstractNumId w:val="3"/>
  </w:num>
  <w:num w:numId="6" w16cid:durableId="942611497">
    <w:abstractNumId w:val="2"/>
  </w:num>
  <w:num w:numId="7" w16cid:durableId="57174196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572"/>
    <w:rsid w:val="000048FD"/>
    <w:rsid w:val="000077B4"/>
    <w:rsid w:val="00011041"/>
    <w:rsid w:val="00015B8F"/>
    <w:rsid w:val="00022ECE"/>
    <w:rsid w:val="00042A51"/>
    <w:rsid w:val="00042D2E"/>
    <w:rsid w:val="00044C82"/>
    <w:rsid w:val="00053B1A"/>
    <w:rsid w:val="00070ED6"/>
    <w:rsid w:val="000742DC"/>
    <w:rsid w:val="00084C12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17E7D"/>
    <w:rsid w:val="00124BFF"/>
    <w:rsid w:val="0012560E"/>
    <w:rsid w:val="00127108"/>
    <w:rsid w:val="00134B13"/>
    <w:rsid w:val="00146BC0"/>
    <w:rsid w:val="001472FA"/>
    <w:rsid w:val="00153C41"/>
    <w:rsid w:val="00154381"/>
    <w:rsid w:val="001640A7"/>
    <w:rsid w:val="00164FA7"/>
    <w:rsid w:val="00166146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B4AD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3F3"/>
    <w:rsid w:val="00263445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21F4"/>
    <w:rsid w:val="002D082A"/>
    <w:rsid w:val="002D3375"/>
    <w:rsid w:val="002D73D4"/>
    <w:rsid w:val="002F02A3"/>
    <w:rsid w:val="002F4ABE"/>
    <w:rsid w:val="003018BA"/>
    <w:rsid w:val="0030395F"/>
    <w:rsid w:val="00305C92"/>
    <w:rsid w:val="0031135C"/>
    <w:rsid w:val="003129DB"/>
    <w:rsid w:val="003151C5"/>
    <w:rsid w:val="003343CF"/>
    <w:rsid w:val="00346FE9"/>
    <w:rsid w:val="0034759A"/>
    <w:rsid w:val="003503F6"/>
    <w:rsid w:val="003530DD"/>
    <w:rsid w:val="00353D97"/>
    <w:rsid w:val="00363F78"/>
    <w:rsid w:val="003A0A5B"/>
    <w:rsid w:val="003A1176"/>
    <w:rsid w:val="003C0BAE"/>
    <w:rsid w:val="003D18A9"/>
    <w:rsid w:val="003D6CE2"/>
    <w:rsid w:val="003E1941"/>
    <w:rsid w:val="003E2FE6"/>
    <w:rsid w:val="003E35CB"/>
    <w:rsid w:val="003E49D5"/>
    <w:rsid w:val="003E686B"/>
    <w:rsid w:val="003F38C0"/>
    <w:rsid w:val="00407863"/>
    <w:rsid w:val="00414E3C"/>
    <w:rsid w:val="00417F9A"/>
    <w:rsid w:val="00420C9E"/>
    <w:rsid w:val="0042244A"/>
    <w:rsid w:val="0042745A"/>
    <w:rsid w:val="00430BCC"/>
    <w:rsid w:val="00431D5C"/>
    <w:rsid w:val="004362C6"/>
    <w:rsid w:val="00437FA2"/>
    <w:rsid w:val="00445970"/>
    <w:rsid w:val="004474DD"/>
    <w:rsid w:val="00451962"/>
    <w:rsid w:val="0045729E"/>
    <w:rsid w:val="00461E06"/>
    <w:rsid w:val="00461EFC"/>
    <w:rsid w:val="004652C2"/>
    <w:rsid w:val="004706D1"/>
    <w:rsid w:val="00471326"/>
    <w:rsid w:val="00471A34"/>
    <w:rsid w:val="00473513"/>
    <w:rsid w:val="0047598D"/>
    <w:rsid w:val="004840FD"/>
    <w:rsid w:val="00484DCA"/>
    <w:rsid w:val="00490F7D"/>
    <w:rsid w:val="00491678"/>
    <w:rsid w:val="004968E2"/>
    <w:rsid w:val="004A3EEA"/>
    <w:rsid w:val="004A4D1F"/>
    <w:rsid w:val="004B62C5"/>
    <w:rsid w:val="004D3B63"/>
    <w:rsid w:val="004D4B79"/>
    <w:rsid w:val="004D5282"/>
    <w:rsid w:val="004E6023"/>
    <w:rsid w:val="004F1551"/>
    <w:rsid w:val="004F55A3"/>
    <w:rsid w:val="00503812"/>
    <w:rsid w:val="0050496F"/>
    <w:rsid w:val="00511DE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08E4"/>
    <w:rsid w:val="005A3196"/>
    <w:rsid w:val="005C080F"/>
    <w:rsid w:val="005C55E5"/>
    <w:rsid w:val="005C613B"/>
    <w:rsid w:val="005C696A"/>
    <w:rsid w:val="005D57E6"/>
    <w:rsid w:val="005E6E85"/>
    <w:rsid w:val="005F31D2"/>
    <w:rsid w:val="005F58CE"/>
    <w:rsid w:val="00603DFE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620A"/>
    <w:rsid w:val="00724677"/>
    <w:rsid w:val="00725459"/>
    <w:rsid w:val="007327BD"/>
    <w:rsid w:val="00734608"/>
    <w:rsid w:val="00745302"/>
    <w:rsid w:val="007461D6"/>
    <w:rsid w:val="0074671F"/>
    <w:rsid w:val="00746EC8"/>
    <w:rsid w:val="00753202"/>
    <w:rsid w:val="00763BF1"/>
    <w:rsid w:val="00766FD4"/>
    <w:rsid w:val="0078168C"/>
    <w:rsid w:val="007833CB"/>
    <w:rsid w:val="00784EC2"/>
    <w:rsid w:val="00787C2A"/>
    <w:rsid w:val="00790E27"/>
    <w:rsid w:val="007A059E"/>
    <w:rsid w:val="007A4022"/>
    <w:rsid w:val="007A6E6E"/>
    <w:rsid w:val="007C3299"/>
    <w:rsid w:val="007C3BCC"/>
    <w:rsid w:val="007C4546"/>
    <w:rsid w:val="007D6E56"/>
    <w:rsid w:val="007F1652"/>
    <w:rsid w:val="007F4155"/>
    <w:rsid w:val="00806EE2"/>
    <w:rsid w:val="0081554D"/>
    <w:rsid w:val="00816661"/>
    <w:rsid w:val="0081707E"/>
    <w:rsid w:val="00821917"/>
    <w:rsid w:val="008449B3"/>
    <w:rsid w:val="00845D91"/>
    <w:rsid w:val="0085747A"/>
    <w:rsid w:val="0086343F"/>
    <w:rsid w:val="00884922"/>
    <w:rsid w:val="00885F64"/>
    <w:rsid w:val="008917F9"/>
    <w:rsid w:val="008A45F7"/>
    <w:rsid w:val="008A5B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8D2"/>
    <w:rsid w:val="00916188"/>
    <w:rsid w:val="00920BD4"/>
    <w:rsid w:val="00923D7D"/>
    <w:rsid w:val="009508DF"/>
    <w:rsid w:val="00950DAC"/>
    <w:rsid w:val="00954A07"/>
    <w:rsid w:val="00991007"/>
    <w:rsid w:val="00997F14"/>
    <w:rsid w:val="009A78D9"/>
    <w:rsid w:val="009B319C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4CA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925"/>
    <w:rsid w:val="00A97DE1"/>
    <w:rsid w:val="00AB053C"/>
    <w:rsid w:val="00AD1146"/>
    <w:rsid w:val="00AD27D3"/>
    <w:rsid w:val="00AD66D6"/>
    <w:rsid w:val="00AE1160"/>
    <w:rsid w:val="00AE203C"/>
    <w:rsid w:val="00AE2E74"/>
    <w:rsid w:val="00AE3210"/>
    <w:rsid w:val="00AE5FCB"/>
    <w:rsid w:val="00AF2806"/>
    <w:rsid w:val="00AF2C1E"/>
    <w:rsid w:val="00B06142"/>
    <w:rsid w:val="00B135B1"/>
    <w:rsid w:val="00B14080"/>
    <w:rsid w:val="00B21921"/>
    <w:rsid w:val="00B3130B"/>
    <w:rsid w:val="00B40ADB"/>
    <w:rsid w:val="00B43B77"/>
    <w:rsid w:val="00B43E80"/>
    <w:rsid w:val="00B56017"/>
    <w:rsid w:val="00B57C3C"/>
    <w:rsid w:val="00B607DB"/>
    <w:rsid w:val="00B66529"/>
    <w:rsid w:val="00B75946"/>
    <w:rsid w:val="00B8056E"/>
    <w:rsid w:val="00B819C8"/>
    <w:rsid w:val="00B82308"/>
    <w:rsid w:val="00B8552C"/>
    <w:rsid w:val="00B86C0A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5B6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B0E"/>
    <w:rsid w:val="00C813BB"/>
    <w:rsid w:val="00C94B98"/>
    <w:rsid w:val="00CA2B96"/>
    <w:rsid w:val="00CA5089"/>
    <w:rsid w:val="00CB157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EFD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09C3"/>
    <w:rsid w:val="00E129B8"/>
    <w:rsid w:val="00E21E7D"/>
    <w:rsid w:val="00E22FBC"/>
    <w:rsid w:val="00E24BF5"/>
    <w:rsid w:val="00E25338"/>
    <w:rsid w:val="00E51E4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1D35"/>
    <w:rsid w:val="00EE32DE"/>
    <w:rsid w:val="00EE5457"/>
    <w:rsid w:val="00EE5F42"/>
    <w:rsid w:val="00F070AB"/>
    <w:rsid w:val="00F17567"/>
    <w:rsid w:val="00F25305"/>
    <w:rsid w:val="00F259E1"/>
    <w:rsid w:val="00F2732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F447"/>
  <w15:docId w15:val="{53A39927-91F9-4279-9E0E-B84520D5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9B319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C5456-6D3E-45D0-81CC-85C70E10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4</Pages>
  <Words>1006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31</cp:revision>
  <cp:lastPrinted>2019-02-06T12:12:00Z</cp:lastPrinted>
  <dcterms:created xsi:type="dcterms:W3CDTF">2020-02-03T08:34:00Z</dcterms:created>
  <dcterms:modified xsi:type="dcterms:W3CDTF">2025-02-03T10:52:00Z</dcterms:modified>
</cp:coreProperties>
</file>